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BB7F6F" w14:textId="77777777" w:rsidR="006E5D65" w:rsidRPr="00C31D84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C31D84">
        <w:rPr>
          <w:rFonts w:ascii="Corbel" w:hAnsi="Corbel"/>
          <w:b/>
          <w:bCs/>
        </w:rPr>
        <w:t xml:space="preserve">   </w:t>
      </w:r>
      <w:r w:rsidR="00CD6897" w:rsidRPr="00C31D84">
        <w:rPr>
          <w:rFonts w:ascii="Corbel" w:hAnsi="Corbel"/>
          <w:b/>
          <w:bCs/>
        </w:rPr>
        <w:tab/>
      </w:r>
      <w:r w:rsidR="00CD6897" w:rsidRPr="00C31D84">
        <w:rPr>
          <w:rFonts w:ascii="Corbel" w:hAnsi="Corbel"/>
          <w:b/>
          <w:bCs/>
        </w:rPr>
        <w:tab/>
      </w:r>
      <w:r w:rsidR="00CD6897" w:rsidRPr="00C31D84">
        <w:rPr>
          <w:rFonts w:ascii="Corbel" w:hAnsi="Corbel"/>
          <w:b/>
          <w:bCs/>
        </w:rPr>
        <w:tab/>
      </w:r>
      <w:r w:rsidR="00CD6897" w:rsidRPr="00C31D84">
        <w:rPr>
          <w:rFonts w:ascii="Corbel" w:hAnsi="Corbel"/>
          <w:b/>
          <w:bCs/>
        </w:rPr>
        <w:tab/>
      </w:r>
      <w:r w:rsidR="00CD6897" w:rsidRPr="00C31D84">
        <w:rPr>
          <w:rFonts w:ascii="Corbel" w:hAnsi="Corbel"/>
          <w:b/>
          <w:bCs/>
        </w:rPr>
        <w:tab/>
      </w:r>
      <w:r w:rsidR="00CD6897" w:rsidRPr="00C31D84">
        <w:rPr>
          <w:rFonts w:ascii="Corbel" w:hAnsi="Corbel"/>
          <w:b/>
          <w:bCs/>
        </w:rPr>
        <w:tab/>
      </w:r>
      <w:r w:rsidR="00D8678B" w:rsidRPr="00C31D84">
        <w:rPr>
          <w:rFonts w:ascii="Corbel" w:hAnsi="Corbel"/>
          <w:bCs/>
          <w:i/>
        </w:rPr>
        <w:t xml:space="preserve">Załącznik nr </w:t>
      </w:r>
      <w:r w:rsidR="006F31E2" w:rsidRPr="00C31D84">
        <w:rPr>
          <w:rFonts w:ascii="Corbel" w:hAnsi="Corbel"/>
          <w:bCs/>
          <w:i/>
        </w:rPr>
        <w:t>1.5</w:t>
      </w:r>
      <w:r w:rsidR="00D8678B" w:rsidRPr="00C31D84">
        <w:rPr>
          <w:rFonts w:ascii="Corbel" w:hAnsi="Corbel"/>
          <w:bCs/>
          <w:i/>
        </w:rPr>
        <w:t xml:space="preserve"> do Zarządzenia</w:t>
      </w:r>
      <w:r w:rsidR="002A22BF" w:rsidRPr="00C31D84">
        <w:rPr>
          <w:rFonts w:ascii="Corbel" w:hAnsi="Corbel"/>
          <w:bCs/>
          <w:i/>
        </w:rPr>
        <w:t xml:space="preserve"> Rektora UR </w:t>
      </w:r>
      <w:r w:rsidR="00CD6897" w:rsidRPr="00C31D84">
        <w:rPr>
          <w:rFonts w:ascii="Corbel" w:hAnsi="Corbel"/>
          <w:bCs/>
          <w:i/>
        </w:rPr>
        <w:t xml:space="preserve"> nr </w:t>
      </w:r>
      <w:r w:rsidR="00F17567" w:rsidRPr="00C31D84">
        <w:rPr>
          <w:rFonts w:ascii="Corbel" w:hAnsi="Corbel"/>
          <w:bCs/>
          <w:i/>
        </w:rPr>
        <w:t>12/2019</w:t>
      </w:r>
    </w:p>
    <w:p w14:paraId="6614AD66" w14:textId="77777777" w:rsidR="0085747A" w:rsidRPr="00C31D84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C31D84">
        <w:rPr>
          <w:rFonts w:ascii="Corbel" w:hAnsi="Corbel"/>
          <w:b/>
          <w:smallCaps/>
          <w:sz w:val="24"/>
          <w:szCs w:val="24"/>
        </w:rPr>
        <w:t>SYLABUS</w:t>
      </w:r>
    </w:p>
    <w:p w14:paraId="424D075C" w14:textId="249E485D" w:rsidR="0085747A" w:rsidRPr="00C31D84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C31D84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C31D84">
        <w:rPr>
          <w:rFonts w:ascii="Corbel" w:hAnsi="Corbel"/>
          <w:b/>
          <w:smallCaps/>
          <w:sz w:val="24"/>
          <w:szCs w:val="24"/>
        </w:rPr>
        <w:t xml:space="preserve"> </w:t>
      </w:r>
      <w:r w:rsidR="000F7882" w:rsidRPr="00C31D84">
        <w:rPr>
          <w:rFonts w:ascii="Corbel" w:hAnsi="Corbel"/>
          <w:i/>
          <w:smallCaps/>
          <w:sz w:val="24"/>
          <w:szCs w:val="24"/>
        </w:rPr>
        <w:t>2021-2024</w:t>
      </w:r>
      <w:r w:rsidR="0085747A" w:rsidRPr="00C31D84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20201E14" w14:textId="58A450CD" w:rsidR="0085747A" w:rsidRPr="00C31D84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C31D84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297E45">
        <w:rPr>
          <w:rFonts w:ascii="Corbel" w:hAnsi="Corbel"/>
          <w:i/>
          <w:sz w:val="24"/>
          <w:szCs w:val="24"/>
        </w:rPr>
        <w:t xml:space="preserve">       </w:t>
      </w:r>
      <w:r w:rsidR="0085747A" w:rsidRPr="00C31D84">
        <w:rPr>
          <w:rFonts w:ascii="Corbel" w:hAnsi="Corbel"/>
          <w:i/>
          <w:sz w:val="20"/>
          <w:szCs w:val="20"/>
        </w:rPr>
        <w:t>(skrajne daty</w:t>
      </w:r>
      <w:r w:rsidR="0085747A" w:rsidRPr="00C31D84">
        <w:rPr>
          <w:rFonts w:ascii="Corbel" w:hAnsi="Corbel"/>
          <w:sz w:val="20"/>
          <w:szCs w:val="20"/>
        </w:rPr>
        <w:t>)</w:t>
      </w:r>
    </w:p>
    <w:p w14:paraId="0B2EADF3" w14:textId="2CC3361F" w:rsidR="00445970" w:rsidRPr="00C31D84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C31D84">
        <w:rPr>
          <w:rFonts w:ascii="Corbel" w:hAnsi="Corbel"/>
          <w:sz w:val="20"/>
          <w:szCs w:val="20"/>
        </w:rPr>
        <w:tab/>
      </w:r>
      <w:r w:rsidRPr="00C31D84">
        <w:rPr>
          <w:rFonts w:ascii="Corbel" w:hAnsi="Corbel"/>
          <w:sz w:val="20"/>
          <w:szCs w:val="20"/>
        </w:rPr>
        <w:tab/>
      </w:r>
      <w:r w:rsidRPr="00C31D84">
        <w:rPr>
          <w:rFonts w:ascii="Corbel" w:hAnsi="Corbel"/>
          <w:sz w:val="20"/>
          <w:szCs w:val="20"/>
        </w:rPr>
        <w:tab/>
      </w:r>
      <w:r w:rsidRPr="00C31D84">
        <w:rPr>
          <w:rFonts w:ascii="Corbel" w:hAnsi="Corbel"/>
          <w:sz w:val="20"/>
          <w:szCs w:val="20"/>
        </w:rPr>
        <w:tab/>
        <w:t xml:space="preserve">Rok akademicki   </w:t>
      </w:r>
      <w:r w:rsidR="008B079A" w:rsidRPr="00C31D84">
        <w:rPr>
          <w:rFonts w:ascii="Corbel" w:hAnsi="Corbel"/>
          <w:sz w:val="20"/>
          <w:szCs w:val="20"/>
        </w:rPr>
        <w:t>202</w:t>
      </w:r>
      <w:r w:rsidR="000F7882" w:rsidRPr="00C31D84">
        <w:rPr>
          <w:rFonts w:ascii="Corbel" w:hAnsi="Corbel"/>
          <w:sz w:val="20"/>
          <w:szCs w:val="20"/>
        </w:rPr>
        <w:t>3</w:t>
      </w:r>
      <w:r w:rsidR="008B079A" w:rsidRPr="00C31D84">
        <w:rPr>
          <w:rFonts w:ascii="Corbel" w:hAnsi="Corbel"/>
          <w:sz w:val="20"/>
          <w:szCs w:val="20"/>
        </w:rPr>
        <w:t>/202</w:t>
      </w:r>
      <w:r w:rsidR="000F7882" w:rsidRPr="00C31D84">
        <w:rPr>
          <w:rFonts w:ascii="Corbel" w:hAnsi="Corbel"/>
          <w:sz w:val="20"/>
          <w:szCs w:val="20"/>
        </w:rPr>
        <w:t>4</w:t>
      </w:r>
    </w:p>
    <w:p w14:paraId="18D3FE19" w14:textId="77777777" w:rsidR="0085747A" w:rsidRPr="00C31D84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7C7CF1D" w14:textId="77777777" w:rsidR="0085747A" w:rsidRPr="00C31D84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C31D84">
        <w:rPr>
          <w:rFonts w:ascii="Corbel" w:hAnsi="Corbel"/>
          <w:szCs w:val="24"/>
        </w:rPr>
        <w:t xml:space="preserve">1. </w:t>
      </w:r>
      <w:r w:rsidR="0085747A" w:rsidRPr="00C31D84">
        <w:rPr>
          <w:rFonts w:ascii="Corbel" w:hAnsi="Corbel"/>
          <w:szCs w:val="24"/>
        </w:rPr>
        <w:t xml:space="preserve">Podstawowe </w:t>
      </w:r>
      <w:r w:rsidR="00445970" w:rsidRPr="00C31D84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C31D84" w14:paraId="07DADB6E" w14:textId="77777777" w:rsidTr="008B079A">
        <w:tc>
          <w:tcPr>
            <w:tcW w:w="2694" w:type="dxa"/>
            <w:vAlign w:val="center"/>
          </w:tcPr>
          <w:p w14:paraId="676150B1" w14:textId="77777777" w:rsidR="0085747A" w:rsidRPr="00C31D8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1D8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B61893E" w14:textId="77777777" w:rsidR="0085747A" w:rsidRPr="00C31D84" w:rsidRDefault="00B64F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1D84">
              <w:rPr>
                <w:rFonts w:ascii="Corbel" w:hAnsi="Corbel"/>
                <w:b w:val="0"/>
                <w:sz w:val="24"/>
                <w:szCs w:val="24"/>
              </w:rPr>
              <w:t>Nowe media</w:t>
            </w:r>
          </w:p>
        </w:tc>
      </w:tr>
      <w:tr w:rsidR="0085747A" w:rsidRPr="00C31D84" w14:paraId="51F92CC7" w14:textId="77777777" w:rsidTr="008B079A">
        <w:tc>
          <w:tcPr>
            <w:tcW w:w="2694" w:type="dxa"/>
            <w:vAlign w:val="center"/>
          </w:tcPr>
          <w:p w14:paraId="7220BE82" w14:textId="77777777" w:rsidR="0085747A" w:rsidRPr="00C31D8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1D84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C31D84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D39803A" w14:textId="77777777" w:rsidR="0085747A" w:rsidRPr="00C31D84" w:rsidRDefault="008B079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1D84">
              <w:rPr>
                <w:rFonts w:ascii="Corbel" w:hAnsi="Corbel"/>
                <w:b w:val="0"/>
                <w:sz w:val="24"/>
                <w:szCs w:val="24"/>
              </w:rPr>
              <w:t>MK</w:t>
            </w:r>
            <w:r w:rsidR="00057D3D" w:rsidRPr="00C31D84">
              <w:rPr>
                <w:rFonts w:ascii="Corbel" w:hAnsi="Corbel"/>
                <w:b w:val="0"/>
                <w:sz w:val="24"/>
                <w:szCs w:val="24"/>
              </w:rPr>
              <w:t>3</w:t>
            </w:r>
            <w:r w:rsidR="00B64FE6" w:rsidRPr="00C31D84">
              <w:rPr>
                <w:rFonts w:ascii="Corbel" w:hAnsi="Corbel"/>
                <w:b w:val="0"/>
                <w:sz w:val="24"/>
                <w:szCs w:val="24"/>
              </w:rPr>
              <w:t>1</w:t>
            </w:r>
          </w:p>
        </w:tc>
      </w:tr>
      <w:tr w:rsidR="008B079A" w:rsidRPr="00C31D84" w14:paraId="2B9F7FB2" w14:textId="77777777" w:rsidTr="008B079A">
        <w:tc>
          <w:tcPr>
            <w:tcW w:w="2694" w:type="dxa"/>
            <w:vAlign w:val="center"/>
          </w:tcPr>
          <w:p w14:paraId="5F37A3EF" w14:textId="77777777" w:rsidR="008B079A" w:rsidRPr="00C31D84" w:rsidRDefault="008B079A" w:rsidP="008B079A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C31D84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498F943" w14:textId="77777777" w:rsidR="008B079A" w:rsidRPr="00C31D84" w:rsidRDefault="008B079A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1D84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B079A" w:rsidRPr="00C31D84" w14:paraId="645F5B9C" w14:textId="77777777" w:rsidTr="008B079A">
        <w:tc>
          <w:tcPr>
            <w:tcW w:w="2694" w:type="dxa"/>
            <w:vAlign w:val="center"/>
          </w:tcPr>
          <w:p w14:paraId="20F288FD" w14:textId="77777777" w:rsidR="008B079A" w:rsidRPr="00C31D84" w:rsidRDefault="008B079A" w:rsidP="008B07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1D8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37E03AA" w14:textId="7CC10A51" w:rsidR="008B079A" w:rsidRPr="00C31D84" w:rsidRDefault="000F7882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1D84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B079A" w:rsidRPr="00C31D84" w14:paraId="4BCE3009" w14:textId="77777777" w:rsidTr="008B079A">
        <w:tc>
          <w:tcPr>
            <w:tcW w:w="2694" w:type="dxa"/>
            <w:vAlign w:val="center"/>
          </w:tcPr>
          <w:p w14:paraId="394A5B1F" w14:textId="77777777" w:rsidR="008B079A" w:rsidRPr="00C31D84" w:rsidRDefault="008B079A" w:rsidP="008B07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1D8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49679DE" w14:textId="77777777" w:rsidR="008B079A" w:rsidRPr="00C31D84" w:rsidRDefault="008B079A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1D84">
              <w:rPr>
                <w:rFonts w:ascii="Corbel" w:hAnsi="Corbel"/>
                <w:b w:val="0"/>
                <w:sz w:val="24"/>
                <w:szCs w:val="24"/>
              </w:rPr>
              <w:t>Politologia</w:t>
            </w:r>
          </w:p>
        </w:tc>
      </w:tr>
      <w:tr w:rsidR="008B079A" w:rsidRPr="00C31D84" w14:paraId="2507A24C" w14:textId="77777777" w:rsidTr="008B079A">
        <w:tc>
          <w:tcPr>
            <w:tcW w:w="2694" w:type="dxa"/>
            <w:vAlign w:val="center"/>
          </w:tcPr>
          <w:p w14:paraId="4015A2CF" w14:textId="77777777" w:rsidR="008B079A" w:rsidRPr="00C31D84" w:rsidRDefault="008B079A" w:rsidP="008B07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1D84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913BB5D" w14:textId="77777777" w:rsidR="008B079A" w:rsidRPr="00C31D84" w:rsidRDefault="008B079A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1D84">
              <w:rPr>
                <w:rFonts w:ascii="Corbel" w:hAnsi="Corbel"/>
                <w:b w:val="0"/>
                <w:sz w:val="24"/>
                <w:szCs w:val="24"/>
              </w:rPr>
              <w:t>Studia I stopnia</w:t>
            </w:r>
          </w:p>
        </w:tc>
      </w:tr>
      <w:tr w:rsidR="008B079A" w:rsidRPr="00C31D84" w14:paraId="6C9B7A4C" w14:textId="77777777" w:rsidTr="008B079A">
        <w:tc>
          <w:tcPr>
            <w:tcW w:w="2694" w:type="dxa"/>
            <w:vAlign w:val="center"/>
          </w:tcPr>
          <w:p w14:paraId="30EA0A56" w14:textId="77777777" w:rsidR="008B079A" w:rsidRPr="00C31D84" w:rsidRDefault="008B079A" w:rsidP="008B07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1D8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D9B5F15" w14:textId="77777777" w:rsidR="008B079A" w:rsidRPr="00C31D84" w:rsidRDefault="008B079A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1D84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B079A" w:rsidRPr="00C31D84" w14:paraId="349141B7" w14:textId="77777777" w:rsidTr="008B079A">
        <w:tc>
          <w:tcPr>
            <w:tcW w:w="2694" w:type="dxa"/>
            <w:vAlign w:val="center"/>
          </w:tcPr>
          <w:p w14:paraId="23AFB55D" w14:textId="77777777" w:rsidR="008B079A" w:rsidRPr="00C31D84" w:rsidRDefault="008B079A" w:rsidP="008B07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1D8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6CD7F16" w14:textId="0693222B" w:rsidR="008B079A" w:rsidRPr="00C31D84" w:rsidRDefault="008B079A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1D84"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120BE3"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Pr="00C31D84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B079A" w:rsidRPr="00C31D84" w14:paraId="28274C80" w14:textId="77777777" w:rsidTr="008B079A">
        <w:tc>
          <w:tcPr>
            <w:tcW w:w="2694" w:type="dxa"/>
            <w:vAlign w:val="center"/>
          </w:tcPr>
          <w:p w14:paraId="4392D156" w14:textId="77777777" w:rsidR="008B079A" w:rsidRPr="00C31D84" w:rsidRDefault="008B079A" w:rsidP="008B07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1D84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7275B17F" w14:textId="77777777" w:rsidR="008B079A" w:rsidRPr="00C31D84" w:rsidRDefault="008B079A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1D84">
              <w:rPr>
                <w:rFonts w:ascii="Corbel" w:hAnsi="Corbel"/>
                <w:b w:val="0"/>
                <w:sz w:val="24"/>
                <w:szCs w:val="24"/>
              </w:rPr>
              <w:t>Rok II</w:t>
            </w:r>
            <w:r w:rsidR="00057D3D" w:rsidRPr="00C31D84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C31D84">
              <w:rPr>
                <w:rFonts w:ascii="Corbel" w:hAnsi="Corbel"/>
                <w:b w:val="0"/>
                <w:sz w:val="24"/>
                <w:szCs w:val="24"/>
              </w:rPr>
              <w:t xml:space="preserve">, Semestr </w:t>
            </w:r>
            <w:r w:rsidR="00057D3D" w:rsidRPr="00C31D84">
              <w:rPr>
                <w:rFonts w:ascii="Corbel" w:hAnsi="Corbel"/>
                <w:b w:val="0"/>
                <w:sz w:val="24"/>
                <w:szCs w:val="24"/>
              </w:rPr>
              <w:t>VI</w:t>
            </w:r>
          </w:p>
        </w:tc>
      </w:tr>
      <w:tr w:rsidR="008B079A" w:rsidRPr="00C31D84" w14:paraId="2D6C5044" w14:textId="77777777" w:rsidTr="008B079A">
        <w:tc>
          <w:tcPr>
            <w:tcW w:w="2694" w:type="dxa"/>
            <w:vAlign w:val="center"/>
          </w:tcPr>
          <w:p w14:paraId="06AE8B9E" w14:textId="77777777" w:rsidR="008B079A" w:rsidRPr="00C31D84" w:rsidRDefault="008B079A" w:rsidP="008B07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1D8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12ED9F4" w14:textId="77777777" w:rsidR="008B079A" w:rsidRPr="00C31D84" w:rsidRDefault="008B079A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1D84">
              <w:rPr>
                <w:rFonts w:ascii="Corbel" w:hAnsi="Corbel"/>
                <w:b w:val="0"/>
                <w:sz w:val="24"/>
                <w:szCs w:val="24"/>
              </w:rPr>
              <w:t>Przedmiot specjalnościowy</w:t>
            </w:r>
          </w:p>
        </w:tc>
      </w:tr>
      <w:tr w:rsidR="008B079A" w:rsidRPr="00C31D84" w14:paraId="32502850" w14:textId="77777777" w:rsidTr="008B079A">
        <w:tc>
          <w:tcPr>
            <w:tcW w:w="2694" w:type="dxa"/>
            <w:vAlign w:val="center"/>
          </w:tcPr>
          <w:p w14:paraId="2F500676" w14:textId="77777777" w:rsidR="008B079A" w:rsidRPr="00C31D84" w:rsidRDefault="008B079A" w:rsidP="008B07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1D8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C14BAD4" w14:textId="77777777" w:rsidR="008B079A" w:rsidRPr="00C31D84" w:rsidRDefault="008B079A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1D84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B079A" w:rsidRPr="00C31D84" w14:paraId="086E90C4" w14:textId="77777777" w:rsidTr="008B079A">
        <w:tc>
          <w:tcPr>
            <w:tcW w:w="2694" w:type="dxa"/>
            <w:vAlign w:val="center"/>
          </w:tcPr>
          <w:p w14:paraId="482761F9" w14:textId="77777777" w:rsidR="008B079A" w:rsidRPr="00C31D84" w:rsidRDefault="008B079A" w:rsidP="008B07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1D8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9E6704A" w14:textId="77777777" w:rsidR="008B079A" w:rsidRPr="00C31D84" w:rsidRDefault="00CD1BF6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1D84">
              <w:rPr>
                <w:rFonts w:ascii="Corbel" w:hAnsi="Corbel"/>
                <w:b w:val="0"/>
                <w:sz w:val="24"/>
                <w:szCs w:val="24"/>
              </w:rPr>
              <w:t>Dr Dominik Szczepański</w:t>
            </w:r>
          </w:p>
        </w:tc>
      </w:tr>
      <w:tr w:rsidR="008B079A" w:rsidRPr="00C31D84" w14:paraId="53E32C06" w14:textId="77777777" w:rsidTr="008B079A">
        <w:tc>
          <w:tcPr>
            <w:tcW w:w="2694" w:type="dxa"/>
            <w:vAlign w:val="center"/>
          </w:tcPr>
          <w:p w14:paraId="14B4666E" w14:textId="77777777" w:rsidR="008B079A" w:rsidRPr="00C31D84" w:rsidRDefault="008B079A" w:rsidP="008B07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1D8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7CA386A" w14:textId="77777777" w:rsidR="008B079A" w:rsidRPr="00C31D84" w:rsidRDefault="00CD1BF6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1D84">
              <w:rPr>
                <w:rFonts w:ascii="Corbel" w:hAnsi="Corbel"/>
                <w:b w:val="0"/>
                <w:sz w:val="24"/>
                <w:szCs w:val="24"/>
              </w:rPr>
              <w:t>Dr Dominik Szczepański</w:t>
            </w:r>
          </w:p>
        </w:tc>
      </w:tr>
    </w:tbl>
    <w:p w14:paraId="4D1CC323" w14:textId="77777777" w:rsidR="0085747A" w:rsidRPr="00C31D84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C31D84">
        <w:rPr>
          <w:rFonts w:ascii="Corbel" w:hAnsi="Corbel"/>
          <w:sz w:val="24"/>
          <w:szCs w:val="24"/>
        </w:rPr>
        <w:t xml:space="preserve">* </w:t>
      </w:r>
      <w:r w:rsidRPr="00C31D84">
        <w:rPr>
          <w:rFonts w:ascii="Corbel" w:hAnsi="Corbel"/>
          <w:i/>
          <w:sz w:val="24"/>
          <w:szCs w:val="24"/>
        </w:rPr>
        <w:t>-</w:t>
      </w:r>
      <w:r w:rsidR="00B90885" w:rsidRPr="00C31D84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C31D84">
        <w:rPr>
          <w:rFonts w:ascii="Corbel" w:hAnsi="Corbel"/>
          <w:b w:val="0"/>
          <w:sz w:val="24"/>
          <w:szCs w:val="24"/>
        </w:rPr>
        <w:t>e,</w:t>
      </w:r>
      <w:r w:rsidRPr="00C31D84">
        <w:rPr>
          <w:rFonts w:ascii="Corbel" w:hAnsi="Corbel"/>
          <w:i/>
          <w:sz w:val="24"/>
          <w:szCs w:val="24"/>
        </w:rPr>
        <w:t xml:space="preserve"> </w:t>
      </w:r>
      <w:r w:rsidRPr="00C31D84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C31D84">
        <w:rPr>
          <w:rFonts w:ascii="Corbel" w:hAnsi="Corbel"/>
          <w:b w:val="0"/>
          <w:i/>
          <w:sz w:val="24"/>
          <w:szCs w:val="24"/>
        </w:rPr>
        <w:t>w Jednostce</w:t>
      </w:r>
    </w:p>
    <w:p w14:paraId="6376F133" w14:textId="77777777" w:rsidR="00923D7D" w:rsidRPr="00C31D8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5102969" w14:textId="77777777" w:rsidR="0085747A" w:rsidRPr="00C31D84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C31D84">
        <w:rPr>
          <w:rFonts w:ascii="Corbel" w:hAnsi="Corbel"/>
          <w:sz w:val="24"/>
          <w:szCs w:val="24"/>
        </w:rPr>
        <w:t>1.</w:t>
      </w:r>
      <w:r w:rsidR="00E22FBC" w:rsidRPr="00C31D84">
        <w:rPr>
          <w:rFonts w:ascii="Corbel" w:hAnsi="Corbel"/>
          <w:sz w:val="24"/>
          <w:szCs w:val="24"/>
        </w:rPr>
        <w:t>1</w:t>
      </w:r>
      <w:r w:rsidRPr="00C31D84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81192F6" w14:textId="77777777" w:rsidR="00923D7D" w:rsidRPr="00C31D8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0"/>
        <w:gridCol w:w="783"/>
        <w:gridCol w:w="851"/>
        <w:gridCol w:w="797"/>
        <w:gridCol w:w="819"/>
        <w:gridCol w:w="756"/>
        <w:gridCol w:w="945"/>
        <w:gridCol w:w="1229"/>
        <w:gridCol w:w="1489"/>
      </w:tblGrid>
      <w:tr w:rsidR="00015B8F" w:rsidRPr="00C31D84" w14:paraId="72DCD3BB" w14:textId="77777777" w:rsidTr="00E466DB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FBDD6" w14:textId="77777777" w:rsidR="00015B8F" w:rsidRPr="00C31D8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31D84">
              <w:rPr>
                <w:rFonts w:ascii="Corbel" w:hAnsi="Corbel"/>
                <w:szCs w:val="24"/>
              </w:rPr>
              <w:t>Semestr</w:t>
            </w:r>
          </w:p>
          <w:p w14:paraId="496285BF" w14:textId="77777777" w:rsidR="00015B8F" w:rsidRPr="00C31D84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31D84">
              <w:rPr>
                <w:rFonts w:ascii="Corbel" w:hAnsi="Corbel"/>
                <w:szCs w:val="24"/>
              </w:rPr>
              <w:t>(</w:t>
            </w:r>
            <w:r w:rsidR="00363F78" w:rsidRPr="00C31D84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1C368" w14:textId="77777777" w:rsidR="00015B8F" w:rsidRPr="00C31D8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31D84">
              <w:rPr>
                <w:rFonts w:ascii="Corbel" w:hAnsi="Corbel"/>
                <w:szCs w:val="24"/>
              </w:rPr>
              <w:t>Wykł</w:t>
            </w:r>
            <w:proofErr w:type="spellEnd"/>
            <w:r w:rsidRPr="00C31D8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A25083" w14:textId="77777777" w:rsidR="00015B8F" w:rsidRPr="00C31D8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31D84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F7825D" w14:textId="77777777" w:rsidR="00015B8F" w:rsidRPr="00C31D8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31D84">
              <w:rPr>
                <w:rFonts w:ascii="Corbel" w:hAnsi="Corbel"/>
                <w:szCs w:val="24"/>
              </w:rPr>
              <w:t>Konw</w:t>
            </w:r>
            <w:proofErr w:type="spellEnd"/>
            <w:r w:rsidRPr="00C31D8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50FC47" w14:textId="77777777" w:rsidR="00015B8F" w:rsidRPr="00C31D8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31D84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B2F7A" w14:textId="77777777" w:rsidR="00015B8F" w:rsidRPr="00C31D8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31D84">
              <w:rPr>
                <w:rFonts w:ascii="Corbel" w:hAnsi="Corbel"/>
                <w:szCs w:val="24"/>
              </w:rPr>
              <w:t>Sem</w:t>
            </w:r>
            <w:proofErr w:type="spellEnd"/>
            <w:r w:rsidRPr="00C31D8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88FC37" w14:textId="77777777" w:rsidR="00015B8F" w:rsidRPr="00C31D8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31D84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4099DA" w14:textId="77777777" w:rsidR="00015B8F" w:rsidRPr="00C31D8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31D84">
              <w:rPr>
                <w:rFonts w:ascii="Corbel" w:hAnsi="Corbel"/>
                <w:szCs w:val="24"/>
              </w:rPr>
              <w:t>Prakt</w:t>
            </w:r>
            <w:proofErr w:type="spellEnd"/>
            <w:r w:rsidRPr="00C31D8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8C7B92" w14:textId="77777777" w:rsidR="00015B8F" w:rsidRPr="00C31D8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31D84">
              <w:rPr>
                <w:rFonts w:ascii="Corbel" w:hAnsi="Corbel"/>
                <w:szCs w:val="24"/>
              </w:rPr>
              <w:t>Inne</w:t>
            </w:r>
          </w:p>
          <w:p w14:paraId="1D5B322A" w14:textId="22560576" w:rsidR="000F7882" w:rsidRPr="00C31D84" w:rsidRDefault="000F788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31D84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A0334C" w14:textId="77777777" w:rsidR="00015B8F" w:rsidRPr="00C31D8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31D84">
              <w:rPr>
                <w:rFonts w:ascii="Corbel" w:hAnsi="Corbel"/>
                <w:b/>
                <w:szCs w:val="24"/>
              </w:rPr>
              <w:t>Liczba pkt</w:t>
            </w:r>
            <w:r w:rsidR="00B90885" w:rsidRPr="00C31D84">
              <w:rPr>
                <w:rFonts w:ascii="Corbel" w:hAnsi="Corbel"/>
                <w:b/>
                <w:szCs w:val="24"/>
              </w:rPr>
              <w:t>.</w:t>
            </w:r>
            <w:r w:rsidRPr="00C31D84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C31D84" w14:paraId="256EB986" w14:textId="77777777" w:rsidTr="00E466D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3A712" w14:textId="20456A45" w:rsidR="00015B8F" w:rsidRPr="00C31D84" w:rsidRDefault="00C31D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D1403" w14:textId="77777777" w:rsidR="00015B8F" w:rsidRPr="00C31D8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592F3" w14:textId="77777777" w:rsidR="00015B8F" w:rsidRPr="00C31D8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368A3" w14:textId="49492748" w:rsidR="00015B8F" w:rsidRPr="00C31D84" w:rsidRDefault="00120BE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238DD" w14:textId="77777777" w:rsidR="00015B8F" w:rsidRPr="00C31D8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C55AC" w14:textId="77777777" w:rsidR="00015B8F" w:rsidRPr="00C31D8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F63BA" w14:textId="77777777" w:rsidR="00015B8F" w:rsidRPr="00C31D8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1B1E8" w14:textId="47135FC7" w:rsidR="00015B8F" w:rsidRPr="00C31D8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2FB3A" w14:textId="4CD230D7" w:rsidR="00015B8F" w:rsidRPr="00C31D84" w:rsidRDefault="00120BE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CDA48" w14:textId="77777777" w:rsidR="00015B8F" w:rsidRPr="00C31D84" w:rsidRDefault="00B64FE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31D84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23D01A74" w14:textId="77777777" w:rsidR="00923D7D" w:rsidRPr="00C31D84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193A6A4" w14:textId="77777777" w:rsidR="00923D7D" w:rsidRPr="00C31D84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6C9488" w14:textId="77777777" w:rsidR="0085747A" w:rsidRPr="00C31D84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C31D84">
        <w:rPr>
          <w:rFonts w:ascii="Corbel" w:hAnsi="Corbel"/>
          <w:smallCaps w:val="0"/>
          <w:szCs w:val="24"/>
        </w:rPr>
        <w:t>1.</w:t>
      </w:r>
      <w:r w:rsidR="00E22FBC" w:rsidRPr="00C31D84">
        <w:rPr>
          <w:rFonts w:ascii="Corbel" w:hAnsi="Corbel"/>
          <w:smallCaps w:val="0"/>
          <w:szCs w:val="24"/>
        </w:rPr>
        <w:t>2</w:t>
      </w:r>
      <w:r w:rsidR="00F83B28" w:rsidRPr="00C31D84">
        <w:rPr>
          <w:rFonts w:ascii="Corbel" w:hAnsi="Corbel"/>
          <w:smallCaps w:val="0"/>
          <w:szCs w:val="24"/>
        </w:rPr>
        <w:t>.</w:t>
      </w:r>
      <w:r w:rsidR="00F83B28" w:rsidRPr="00C31D84">
        <w:rPr>
          <w:rFonts w:ascii="Corbel" w:hAnsi="Corbel"/>
          <w:smallCaps w:val="0"/>
          <w:szCs w:val="24"/>
        </w:rPr>
        <w:tab/>
      </w:r>
      <w:r w:rsidRPr="00C31D84">
        <w:rPr>
          <w:rFonts w:ascii="Corbel" w:hAnsi="Corbel"/>
          <w:smallCaps w:val="0"/>
          <w:szCs w:val="24"/>
        </w:rPr>
        <w:t xml:space="preserve">Sposób realizacji zajęć  </w:t>
      </w:r>
    </w:p>
    <w:p w14:paraId="188AECAB" w14:textId="77777777" w:rsidR="0085747A" w:rsidRPr="00C31D84" w:rsidRDefault="0085747A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 w:rsidRPr="00C31D84">
        <w:rPr>
          <w:rFonts w:ascii="Segoe UI Symbol" w:eastAsia="MS Gothic" w:hAnsi="Segoe UI Symbol" w:cs="Segoe UI Symbol"/>
          <w:szCs w:val="24"/>
          <w:u w:val="single"/>
        </w:rPr>
        <w:t>☐</w:t>
      </w:r>
      <w:r w:rsidRPr="00C31D84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14:paraId="24A61123" w14:textId="77777777" w:rsidR="0085747A" w:rsidRPr="00C31D84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31D84">
        <w:rPr>
          <w:rFonts w:ascii="Segoe UI Symbol" w:eastAsia="MS Gothic" w:hAnsi="Segoe UI Symbol" w:cs="Segoe UI Symbol"/>
          <w:b w:val="0"/>
          <w:szCs w:val="24"/>
        </w:rPr>
        <w:t>☐</w:t>
      </w:r>
      <w:r w:rsidRPr="00C31D84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1EC1F9B" w14:textId="77777777" w:rsidR="0085747A" w:rsidRPr="00C31D84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B7FAACD" w14:textId="77777777" w:rsidR="000F7882" w:rsidRPr="00C31D84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C31D84">
        <w:rPr>
          <w:rFonts w:ascii="Corbel" w:hAnsi="Corbel"/>
          <w:smallCaps w:val="0"/>
          <w:szCs w:val="24"/>
        </w:rPr>
        <w:t xml:space="preserve">1.3 </w:t>
      </w:r>
      <w:r w:rsidR="00F83B28" w:rsidRPr="00C31D84">
        <w:rPr>
          <w:rFonts w:ascii="Corbel" w:hAnsi="Corbel"/>
          <w:smallCaps w:val="0"/>
          <w:szCs w:val="24"/>
        </w:rPr>
        <w:tab/>
      </w:r>
      <w:r w:rsidRPr="00C31D84">
        <w:rPr>
          <w:rFonts w:ascii="Corbel" w:hAnsi="Corbel"/>
          <w:smallCaps w:val="0"/>
          <w:szCs w:val="24"/>
        </w:rPr>
        <w:t>For</w:t>
      </w:r>
      <w:r w:rsidR="00445970" w:rsidRPr="00C31D84">
        <w:rPr>
          <w:rFonts w:ascii="Corbel" w:hAnsi="Corbel"/>
          <w:smallCaps w:val="0"/>
          <w:szCs w:val="24"/>
        </w:rPr>
        <w:t xml:space="preserve">ma zaliczenia przedmiotu </w:t>
      </w:r>
      <w:r w:rsidRPr="00C31D84">
        <w:rPr>
          <w:rFonts w:ascii="Corbel" w:hAnsi="Corbel"/>
          <w:smallCaps w:val="0"/>
          <w:szCs w:val="24"/>
        </w:rPr>
        <w:t xml:space="preserve"> (z toku) </w:t>
      </w:r>
    </w:p>
    <w:p w14:paraId="2A853BC3" w14:textId="0BC8415C" w:rsidR="00E22FBC" w:rsidRPr="00C31D84" w:rsidRDefault="000F7882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C31D84">
        <w:rPr>
          <w:rFonts w:ascii="Corbel" w:hAnsi="Corbel"/>
          <w:smallCaps w:val="0"/>
          <w:szCs w:val="24"/>
        </w:rPr>
        <w:tab/>
      </w:r>
      <w:r w:rsidR="00E22FBC" w:rsidRPr="00C31D84">
        <w:rPr>
          <w:rFonts w:ascii="Corbel" w:hAnsi="Corbel"/>
          <w:b w:val="0"/>
          <w:smallCaps w:val="0"/>
          <w:szCs w:val="24"/>
        </w:rPr>
        <w:t>zaliczenie z oceną</w:t>
      </w:r>
    </w:p>
    <w:p w14:paraId="54527DBF" w14:textId="77777777" w:rsidR="00E960BB" w:rsidRPr="00C31D84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BAED8AB" w14:textId="0BA5BA86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31D84">
        <w:rPr>
          <w:rFonts w:ascii="Corbel" w:hAnsi="Corbel"/>
          <w:szCs w:val="24"/>
        </w:rPr>
        <w:t xml:space="preserve">2.Wymagania wstępne </w:t>
      </w:r>
    </w:p>
    <w:p w14:paraId="6FF15D86" w14:textId="77777777" w:rsidR="00E022C6" w:rsidRPr="00C31D84" w:rsidRDefault="00E022C6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31D84" w14:paraId="737DD002" w14:textId="77777777" w:rsidTr="00745302">
        <w:tc>
          <w:tcPr>
            <w:tcW w:w="9670" w:type="dxa"/>
          </w:tcPr>
          <w:p w14:paraId="7DBB1D31" w14:textId="77777777" w:rsidR="0085747A" w:rsidRPr="00C31D84" w:rsidRDefault="00BF3FF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1D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gatunków dziennikarskich oraz specyfiki systemów medialnych w Polsce oraz na świecie</w:t>
            </w:r>
          </w:p>
          <w:p w14:paraId="0E5BD16C" w14:textId="77777777" w:rsidR="0085747A" w:rsidRPr="00C31D84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3CA1CA46" w14:textId="77777777" w:rsidR="00153C41" w:rsidRPr="00C31D84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D9A87D" w14:textId="466E2C49" w:rsidR="0085747A" w:rsidRPr="00C31D84" w:rsidRDefault="00E022C6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C31D84">
        <w:rPr>
          <w:rFonts w:ascii="Corbel" w:hAnsi="Corbel"/>
          <w:szCs w:val="24"/>
        </w:rPr>
        <w:lastRenderedPageBreak/>
        <w:t>3.</w:t>
      </w:r>
      <w:r w:rsidR="0085747A" w:rsidRPr="00C31D84">
        <w:rPr>
          <w:rFonts w:ascii="Corbel" w:hAnsi="Corbel"/>
          <w:szCs w:val="24"/>
        </w:rPr>
        <w:t xml:space="preserve"> </w:t>
      </w:r>
      <w:r w:rsidR="00A84C85" w:rsidRPr="00C31D84">
        <w:rPr>
          <w:rFonts w:ascii="Corbel" w:hAnsi="Corbel"/>
          <w:szCs w:val="24"/>
        </w:rPr>
        <w:t>cele, efekty uczenia się</w:t>
      </w:r>
      <w:r w:rsidR="0085747A" w:rsidRPr="00C31D84">
        <w:rPr>
          <w:rFonts w:ascii="Corbel" w:hAnsi="Corbel"/>
          <w:szCs w:val="24"/>
        </w:rPr>
        <w:t xml:space="preserve"> , treści Programowe i stosowane metody Dydaktyczne</w:t>
      </w:r>
    </w:p>
    <w:p w14:paraId="2A217AB5" w14:textId="77777777" w:rsidR="0085747A" w:rsidRPr="00C31D8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16D4D8A" w14:textId="77777777" w:rsidR="0085747A" w:rsidRPr="00C31D84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C31D84">
        <w:rPr>
          <w:rFonts w:ascii="Corbel" w:hAnsi="Corbel"/>
          <w:sz w:val="24"/>
          <w:szCs w:val="24"/>
        </w:rPr>
        <w:t xml:space="preserve">3.1 </w:t>
      </w:r>
      <w:r w:rsidR="00C05F44" w:rsidRPr="00C31D84">
        <w:rPr>
          <w:rFonts w:ascii="Corbel" w:hAnsi="Corbel"/>
          <w:sz w:val="24"/>
          <w:szCs w:val="24"/>
        </w:rPr>
        <w:t>Cele przedmiotu</w:t>
      </w:r>
    </w:p>
    <w:p w14:paraId="39449487" w14:textId="77777777" w:rsidR="00F83B28" w:rsidRPr="00C31D84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BF3FFA" w:rsidRPr="00C31D84" w14:paraId="4F4F0D63" w14:textId="77777777" w:rsidTr="00BF3FFA">
        <w:tc>
          <w:tcPr>
            <w:tcW w:w="845" w:type="dxa"/>
            <w:vAlign w:val="center"/>
          </w:tcPr>
          <w:p w14:paraId="1702E061" w14:textId="77777777" w:rsidR="00BF3FFA" w:rsidRPr="00C31D84" w:rsidRDefault="00BF3FFA" w:rsidP="00BF3FF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31D8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64669AD7" w14:textId="77777777" w:rsidR="00BF3FFA" w:rsidRPr="00C31D84" w:rsidRDefault="00BF3FFA" w:rsidP="00BF3FF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2"/>
              </w:rPr>
            </w:pPr>
            <w:r w:rsidRPr="00C31D84">
              <w:rPr>
                <w:rFonts w:ascii="Corbel" w:hAnsi="Corbel"/>
                <w:b w:val="0"/>
                <w:sz w:val="24"/>
                <w:szCs w:val="22"/>
              </w:rPr>
              <w:t>Zapoznanie studentów ze sposobem definiowania nowych mediów</w:t>
            </w:r>
          </w:p>
        </w:tc>
      </w:tr>
      <w:tr w:rsidR="00BF3FFA" w:rsidRPr="00C31D84" w14:paraId="55D2D8E0" w14:textId="77777777" w:rsidTr="00BF3FFA">
        <w:tc>
          <w:tcPr>
            <w:tcW w:w="845" w:type="dxa"/>
            <w:vAlign w:val="center"/>
          </w:tcPr>
          <w:p w14:paraId="26C15C4B" w14:textId="77777777" w:rsidR="00BF3FFA" w:rsidRPr="00C31D84" w:rsidRDefault="00BF3FFA" w:rsidP="00BF3FF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31D8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62FE6E1A" w14:textId="77777777" w:rsidR="00BF3FFA" w:rsidRPr="00C31D84" w:rsidRDefault="00BF3FFA" w:rsidP="00BF3FF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2"/>
              </w:rPr>
            </w:pPr>
            <w:r w:rsidRPr="00C31D84">
              <w:rPr>
                <w:rFonts w:ascii="Corbel" w:hAnsi="Corbel"/>
                <w:b w:val="0"/>
                <w:sz w:val="24"/>
                <w:szCs w:val="22"/>
              </w:rPr>
              <w:t xml:space="preserve">Zapoznanie studentów z możliwością praktycznego wykorzystania nowoczesnych technologii </w:t>
            </w:r>
          </w:p>
        </w:tc>
      </w:tr>
    </w:tbl>
    <w:p w14:paraId="14D6E5C4" w14:textId="77777777" w:rsidR="0085747A" w:rsidRPr="00C31D8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3394242" w14:textId="77777777" w:rsidR="001D7B54" w:rsidRPr="00C31D84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C31D84">
        <w:rPr>
          <w:rFonts w:ascii="Corbel" w:hAnsi="Corbel"/>
          <w:b/>
          <w:sz w:val="24"/>
          <w:szCs w:val="24"/>
        </w:rPr>
        <w:t xml:space="preserve">3.2 </w:t>
      </w:r>
      <w:r w:rsidR="001D7B54" w:rsidRPr="00C31D84">
        <w:rPr>
          <w:rFonts w:ascii="Corbel" w:hAnsi="Corbel"/>
          <w:b/>
          <w:sz w:val="24"/>
          <w:szCs w:val="24"/>
        </w:rPr>
        <w:t xml:space="preserve">Efekty </w:t>
      </w:r>
      <w:r w:rsidR="00C05F44" w:rsidRPr="00C31D8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C31D84">
        <w:rPr>
          <w:rFonts w:ascii="Corbel" w:hAnsi="Corbel"/>
          <w:b/>
          <w:sz w:val="24"/>
          <w:szCs w:val="24"/>
        </w:rPr>
        <w:t>dla przedmiotu</w:t>
      </w:r>
      <w:r w:rsidR="00445970" w:rsidRPr="00C31D84">
        <w:rPr>
          <w:rFonts w:ascii="Corbel" w:hAnsi="Corbel"/>
          <w:sz w:val="24"/>
          <w:szCs w:val="24"/>
        </w:rPr>
        <w:t xml:space="preserve"> </w:t>
      </w:r>
    </w:p>
    <w:p w14:paraId="16AF9E58" w14:textId="77777777" w:rsidR="001D7B54" w:rsidRPr="00C31D84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C31D84" w14:paraId="05C06DDF" w14:textId="77777777" w:rsidTr="00C016A4">
        <w:tc>
          <w:tcPr>
            <w:tcW w:w="1680" w:type="dxa"/>
            <w:vAlign w:val="center"/>
          </w:tcPr>
          <w:p w14:paraId="6A5A4A91" w14:textId="77777777" w:rsidR="0085747A" w:rsidRPr="00C31D8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1D84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C31D84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C31D8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C31D84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24EB8A26" w14:textId="77777777" w:rsidR="0085747A" w:rsidRPr="00C31D8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1D84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C31D8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C31D84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B1F95BD" w14:textId="77777777" w:rsidR="0085747A" w:rsidRPr="00C31D8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1D84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C31D84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016A4" w:rsidRPr="00C31D84" w14:paraId="5439D3CE" w14:textId="77777777" w:rsidTr="00C016A4">
        <w:tc>
          <w:tcPr>
            <w:tcW w:w="1680" w:type="dxa"/>
          </w:tcPr>
          <w:p w14:paraId="4243C161" w14:textId="77777777" w:rsidR="00C016A4" w:rsidRPr="00C31D84" w:rsidRDefault="00C016A4" w:rsidP="00BF3FF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1D8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31D84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</w:tcPr>
          <w:p w14:paraId="3C5E7703" w14:textId="4BF3CC33" w:rsidR="00C016A4" w:rsidRPr="00C31D84" w:rsidRDefault="000F7882" w:rsidP="00BF3FF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1D84"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C016A4" w:rsidRPr="00C31D84">
              <w:rPr>
                <w:rFonts w:ascii="Corbel" w:hAnsi="Corbel"/>
                <w:b w:val="0"/>
                <w:smallCaps w:val="0"/>
                <w:szCs w:val="24"/>
              </w:rPr>
              <w:t xml:space="preserve">na i rozumie rolę </w:t>
            </w:r>
            <w:r w:rsidR="00966AD6">
              <w:rPr>
                <w:rFonts w:ascii="Corbel" w:hAnsi="Corbel"/>
                <w:b w:val="0"/>
                <w:smallCaps w:val="0"/>
                <w:szCs w:val="24"/>
              </w:rPr>
              <w:t xml:space="preserve">nowoczesnych </w:t>
            </w:r>
            <w:r w:rsidR="00C016A4" w:rsidRPr="00C31D84">
              <w:rPr>
                <w:rFonts w:ascii="Corbel" w:hAnsi="Corbel"/>
                <w:b w:val="0"/>
                <w:smallCaps w:val="0"/>
                <w:szCs w:val="24"/>
              </w:rPr>
              <w:t xml:space="preserve">mediów w </w:t>
            </w:r>
            <w:r w:rsidR="00966AD6">
              <w:rPr>
                <w:rFonts w:ascii="Corbel" w:hAnsi="Corbel"/>
                <w:b w:val="0"/>
                <w:smallCaps w:val="0"/>
                <w:szCs w:val="24"/>
              </w:rPr>
              <w:t>działalności politycznego przywódcy</w:t>
            </w:r>
          </w:p>
        </w:tc>
        <w:tc>
          <w:tcPr>
            <w:tcW w:w="1865" w:type="dxa"/>
          </w:tcPr>
          <w:p w14:paraId="0F088097" w14:textId="77777777" w:rsidR="00C016A4" w:rsidRPr="00C31D84" w:rsidRDefault="00C016A4" w:rsidP="00BF3FF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1D84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85747A" w:rsidRPr="00C31D84" w14:paraId="26B2F783" w14:textId="77777777" w:rsidTr="00C016A4">
        <w:tc>
          <w:tcPr>
            <w:tcW w:w="1680" w:type="dxa"/>
          </w:tcPr>
          <w:p w14:paraId="497F7375" w14:textId="77777777" w:rsidR="0085747A" w:rsidRPr="00C31D84" w:rsidRDefault="00C016A4" w:rsidP="00BF3FF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1D8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14:paraId="397D1F61" w14:textId="4C9EDBE2" w:rsidR="0085747A" w:rsidRPr="00C31D84" w:rsidRDefault="000F7882" w:rsidP="00BF3FF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1D84"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6468A4" w:rsidRPr="00C31D84">
              <w:rPr>
                <w:rFonts w:ascii="Corbel" w:hAnsi="Corbel"/>
                <w:b w:val="0"/>
                <w:smallCaps w:val="0"/>
                <w:szCs w:val="24"/>
              </w:rPr>
              <w:t xml:space="preserve">na i rozumie </w:t>
            </w:r>
            <w:r w:rsidR="00B64FE6" w:rsidRPr="00C31D84">
              <w:rPr>
                <w:rFonts w:ascii="Corbel" w:hAnsi="Corbel"/>
                <w:b w:val="0"/>
                <w:smallCaps w:val="0"/>
                <w:szCs w:val="24"/>
              </w:rPr>
              <w:t>podstawowe techniki informacyjno-komunikacyjne</w:t>
            </w:r>
            <w:r w:rsidR="00966AD6">
              <w:rPr>
                <w:rFonts w:ascii="Corbel" w:hAnsi="Corbel"/>
                <w:b w:val="0"/>
                <w:smallCaps w:val="0"/>
                <w:szCs w:val="24"/>
              </w:rPr>
              <w:t>, które przywódca polityczny może stosować w budowaniu zespołów i motywowaniu jego członków</w:t>
            </w:r>
          </w:p>
        </w:tc>
        <w:tc>
          <w:tcPr>
            <w:tcW w:w="1865" w:type="dxa"/>
          </w:tcPr>
          <w:p w14:paraId="102997D8" w14:textId="77777777" w:rsidR="0085747A" w:rsidRPr="00C31D84" w:rsidRDefault="006468A4" w:rsidP="00BF3FF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1D84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B64FE6" w:rsidRPr="00C31D84">
              <w:rPr>
                <w:rFonts w:ascii="Corbel" w:hAnsi="Corbel"/>
                <w:b w:val="0"/>
                <w:smallCaps w:val="0"/>
                <w:szCs w:val="24"/>
              </w:rPr>
              <w:t>16</w:t>
            </w:r>
          </w:p>
        </w:tc>
      </w:tr>
      <w:tr w:rsidR="00C016A4" w:rsidRPr="00C31D84" w14:paraId="2393BD4C" w14:textId="77777777" w:rsidTr="00D97814">
        <w:tc>
          <w:tcPr>
            <w:tcW w:w="1680" w:type="dxa"/>
          </w:tcPr>
          <w:p w14:paraId="3ACE1F5A" w14:textId="77777777" w:rsidR="00C016A4" w:rsidRPr="00C31D84" w:rsidRDefault="00C016A4" w:rsidP="00BF3FF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1D8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5" w:type="dxa"/>
          </w:tcPr>
          <w:p w14:paraId="10959378" w14:textId="3F68A50B" w:rsidR="00C016A4" w:rsidRPr="00C31D84" w:rsidRDefault="000F7882" w:rsidP="00BF3FF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1D84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C016A4" w:rsidRPr="00C31D84">
              <w:rPr>
                <w:rFonts w:ascii="Corbel" w:hAnsi="Corbel"/>
                <w:b w:val="0"/>
                <w:smallCaps w:val="0"/>
                <w:szCs w:val="24"/>
              </w:rPr>
              <w:t xml:space="preserve">otrafi korzystać z technik informacyjno-komunikacyjnych w celu </w:t>
            </w:r>
            <w:r w:rsidR="00966AD6">
              <w:rPr>
                <w:rFonts w:ascii="Corbel" w:hAnsi="Corbel"/>
                <w:b w:val="0"/>
                <w:smallCaps w:val="0"/>
                <w:szCs w:val="24"/>
              </w:rPr>
              <w:t xml:space="preserve">kształtowania i wzmacniania własnego potencjału przywódczego oraz oddziaływania na grupę </w:t>
            </w:r>
          </w:p>
        </w:tc>
        <w:tc>
          <w:tcPr>
            <w:tcW w:w="1865" w:type="dxa"/>
          </w:tcPr>
          <w:p w14:paraId="554718EA" w14:textId="77777777" w:rsidR="00C016A4" w:rsidRPr="00C31D84" w:rsidRDefault="00C016A4" w:rsidP="00BF3FF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1D84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85747A" w:rsidRPr="00C31D84" w14:paraId="55D049DB" w14:textId="77777777" w:rsidTr="00C016A4">
        <w:tc>
          <w:tcPr>
            <w:tcW w:w="1680" w:type="dxa"/>
          </w:tcPr>
          <w:p w14:paraId="75D1E2D9" w14:textId="77777777" w:rsidR="0085747A" w:rsidRPr="00C31D84" w:rsidRDefault="0085747A" w:rsidP="00BF3FF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1D84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8E5B08" w:rsidRPr="00C31D84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C016A4" w:rsidRPr="00C31D84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5" w:type="dxa"/>
          </w:tcPr>
          <w:p w14:paraId="0FF8A1A9" w14:textId="6EC825B3" w:rsidR="0085747A" w:rsidRPr="00C31D84" w:rsidRDefault="000F7882" w:rsidP="00BF3FF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1D84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8E5B08" w:rsidRPr="00C31D84">
              <w:rPr>
                <w:rFonts w:ascii="Corbel" w:hAnsi="Corbel"/>
                <w:b w:val="0"/>
                <w:smallCaps w:val="0"/>
                <w:szCs w:val="24"/>
              </w:rPr>
              <w:t xml:space="preserve">otrafi </w:t>
            </w:r>
            <w:r w:rsidR="00B64FE6" w:rsidRPr="00C31D84">
              <w:rPr>
                <w:rFonts w:ascii="Corbel" w:hAnsi="Corbel"/>
                <w:b w:val="0"/>
                <w:smallCaps w:val="0"/>
                <w:szCs w:val="24"/>
              </w:rPr>
              <w:t xml:space="preserve">analizować treści przekazu medialnego oraz wykorzystać taki przekaz </w:t>
            </w:r>
            <w:r w:rsidR="00966AD6">
              <w:rPr>
                <w:rFonts w:ascii="Corbel" w:hAnsi="Corbel"/>
                <w:b w:val="0"/>
                <w:smallCaps w:val="0"/>
                <w:szCs w:val="24"/>
              </w:rPr>
              <w:t>na różnych poziomach interakcji budując własny autorytet nieformalny</w:t>
            </w:r>
          </w:p>
        </w:tc>
        <w:tc>
          <w:tcPr>
            <w:tcW w:w="1865" w:type="dxa"/>
          </w:tcPr>
          <w:p w14:paraId="505E8990" w14:textId="77777777" w:rsidR="0085747A" w:rsidRPr="00C31D84" w:rsidRDefault="008E5B08" w:rsidP="00BF3FF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1D84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B64FE6" w:rsidRPr="00C31D84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  <w:tr w:rsidR="008E5B08" w:rsidRPr="00C31D84" w14:paraId="6CA1AB57" w14:textId="77777777" w:rsidTr="00C016A4">
        <w:tc>
          <w:tcPr>
            <w:tcW w:w="1680" w:type="dxa"/>
          </w:tcPr>
          <w:p w14:paraId="32AE29A8" w14:textId="77777777" w:rsidR="008E5B08" w:rsidRPr="00C31D84" w:rsidRDefault="008E5B08" w:rsidP="00BF3FF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1D84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C016A4" w:rsidRPr="00C31D84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5" w:type="dxa"/>
          </w:tcPr>
          <w:p w14:paraId="5E80D65D" w14:textId="635D2E17" w:rsidR="008E5B08" w:rsidRPr="00C31D84" w:rsidRDefault="000F7882" w:rsidP="00BF3FF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1D84">
              <w:rPr>
                <w:rFonts w:ascii="Corbel" w:hAnsi="Corbel"/>
                <w:b w:val="0"/>
                <w:smallCaps w:val="0"/>
                <w:szCs w:val="24"/>
              </w:rPr>
              <w:t>J</w:t>
            </w:r>
            <w:r w:rsidR="008E5B08" w:rsidRPr="00C31D84">
              <w:rPr>
                <w:rFonts w:ascii="Corbel" w:hAnsi="Corbel"/>
                <w:b w:val="0"/>
                <w:smallCaps w:val="0"/>
                <w:szCs w:val="24"/>
              </w:rPr>
              <w:t xml:space="preserve">est gotów do </w:t>
            </w:r>
            <w:r w:rsidR="00B64FE6" w:rsidRPr="00C31D84">
              <w:rPr>
                <w:rFonts w:ascii="Corbel" w:hAnsi="Corbel"/>
                <w:b w:val="0"/>
                <w:smallCaps w:val="0"/>
                <w:szCs w:val="24"/>
              </w:rPr>
              <w:t xml:space="preserve">rozwoju zawodowego w tym uczenia się przez całe życie, </w:t>
            </w:r>
            <w:r w:rsidR="00966AD6">
              <w:rPr>
                <w:rFonts w:ascii="Corbel" w:hAnsi="Corbel"/>
                <w:b w:val="0"/>
                <w:smallCaps w:val="0"/>
                <w:szCs w:val="24"/>
              </w:rPr>
              <w:t xml:space="preserve">co stanowi istotę przywództwa i kształtowania osobistego autorytetu przywódczego </w:t>
            </w:r>
          </w:p>
        </w:tc>
        <w:tc>
          <w:tcPr>
            <w:tcW w:w="1865" w:type="dxa"/>
          </w:tcPr>
          <w:p w14:paraId="0FACA0CE" w14:textId="77777777" w:rsidR="008E5B08" w:rsidRPr="00C31D84" w:rsidRDefault="008E5B08" w:rsidP="00BF3FF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1D84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C016A4" w:rsidRPr="00C31D84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C31D84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B64FE6" w:rsidRPr="00C31D84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</w:tbl>
    <w:p w14:paraId="113724C4" w14:textId="77777777" w:rsidR="0085747A" w:rsidRPr="00C31D84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B8A25EF" w14:textId="77777777" w:rsidR="0085747A" w:rsidRPr="00C31D84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C31D84">
        <w:rPr>
          <w:rFonts w:ascii="Corbel" w:hAnsi="Corbel"/>
          <w:b/>
          <w:sz w:val="24"/>
          <w:szCs w:val="24"/>
        </w:rPr>
        <w:t>3.3</w:t>
      </w:r>
      <w:r w:rsidR="001D7B54" w:rsidRPr="00C31D84">
        <w:rPr>
          <w:rFonts w:ascii="Corbel" w:hAnsi="Corbel"/>
          <w:b/>
          <w:sz w:val="24"/>
          <w:szCs w:val="24"/>
        </w:rPr>
        <w:t xml:space="preserve"> </w:t>
      </w:r>
      <w:r w:rsidR="0085747A" w:rsidRPr="00C31D84">
        <w:rPr>
          <w:rFonts w:ascii="Corbel" w:hAnsi="Corbel"/>
          <w:b/>
          <w:sz w:val="24"/>
          <w:szCs w:val="24"/>
        </w:rPr>
        <w:t>T</w:t>
      </w:r>
      <w:r w:rsidR="001D7B54" w:rsidRPr="00C31D84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C31D84">
        <w:rPr>
          <w:rFonts w:ascii="Corbel" w:hAnsi="Corbel"/>
          <w:sz w:val="24"/>
          <w:szCs w:val="24"/>
        </w:rPr>
        <w:t xml:space="preserve">  </w:t>
      </w:r>
    </w:p>
    <w:p w14:paraId="4DDDF42D" w14:textId="77777777" w:rsidR="0085747A" w:rsidRPr="00C31D84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C31D84">
        <w:rPr>
          <w:rFonts w:ascii="Corbel" w:hAnsi="Corbel"/>
          <w:sz w:val="24"/>
          <w:szCs w:val="24"/>
        </w:rPr>
        <w:t xml:space="preserve">Problematyka wykładu </w:t>
      </w:r>
    </w:p>
    <w:p w14:paraId="56ED3E95" w14:textId="77777777" w:rsidR="00675843" w:rsidRPr="00C31D84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31D84" w14:paraId="5C257B10" w14:textId="77777777" w:rsidTr="00BF3FFA">
        <w:tc>
          <w:tcPr>
            <w:tcW w:w="9520" w:type="dxa"/>
          </w:tcPr>
          <w:p w14:paraId="6686CAF8" w14:textId="77777777" w:rsidR="0085747A" w:rsidRPr="00C31D84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31D8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F3FFA" w:rsidRPr="00C31D84" w14:paraId="7D54ADB1" w14:textId="77777777" w:rsidTr="00BF3FFA">
        <w:tc>
          <w:tcPr>
            <w:tcW w:w="9520" w:type="dxa"/>
          </w:tcPr>
          <w:p w14:paraId="24EEEF07" w14:textId="77777777" w:rsidR="00BF3FFA" w:rsidRPr="00C31D84" w:rsidRDefault="00BF3FFA" w:rsidP="00BF3FF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1D84">
              <w:rPr>
                <w:rFonts w:ascii="Corbel" w:hAnsi="Corbel"/>
                <w:sz w:val="24"/>
                <w:szCs w:val="24"/>
              </w:rPr>
              <w:t>Definiowanie i cechy nowych mediów</w:t>
            </w:r>
          </w:p>
        </w:tc>
      </w:tr>
      <w:tr w:rsidR="00BF3FFA" w:rsidRPr="00C31D84" w14:paraId="516CEE06" w14:textId="77777777" w:rsidTr="00BF3FFA">
        <w:tc>
          <w:tcPr>
            <w:tcW w:w="9520" w:type="dxa"/>
          </w:tcPr>
          <w:p w14:paraId="34984A73" w14:textId="77777777" w:rsidR="00BF3FFA" w:rsidRPr="00C31D84" w:rsidRDefault="00BF3FFA" w:rsidP="00BF3FF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1D84">
              <w:rPr>
                <w:rFonts w:ascii="Corbel" w:hAnsi="Corbel"/>
                <w:sz w:val="24"/>
                <w:szCs w:val="24"/>
              </w:rPr>
              <w:t>Kultura cyfrowa i rozwój społeczeństwa informacyjnego</w:t>
            </w:r>
          </w:p>
        </w:tc>
      </w:tr>
      <w:tr w:rsidR="00BF3FFA" w:rsidRPr="00C31D84" w14:paraId="68DFABEC" w14:textId="77777777" w:rsidTr="00BF3FFA">
        <w:tc>
          <w:tcPr>
            <w:tcW w:w="9520" w:type="dxa"/>
          </w:tcPr>
          <w:p w14:paraId="5AF44A9F" w14:textId="77777777" w:rsidR="00BF3FFA" w:rsidRPr="00C31D84" w:rsidRDefault="00BF3FFA" w:rsidP="00BF3FF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1D84">
              <w:rPr>
                <w:rFonts w:ascii="Corbel" w:hAnsi="Corbel"/>
                <w:sz w:val="24"/>
                <w:szCs w:val="24"/>
              </w:rPr>
              <w:t>Sposoby wykorzystywania nowych mediów: rozrywka czy narzędzie pracy</w:t>
            </w:r>
          </w:p>
        </w:tc>
      </w:tr>
      <w:tr w:rsidR="00BF3FFA" w:rsidRPr="00C31D84" w14:paraId="343F5976" w14:textId="77777777" w:rsidTr="00BF3FFA">
        <w:tc>
          <w:tcPr>
            <w:tcW w:w="9520" w:type="dxa"/>
          </w:tcPr>
          <w:p w14:paraId="67D367BB" w14:textId="77777777" w:rsidR="00BF3FFA" w:rsidRPr="00C31D84" w:rsidRDefault="00BF3FFA" w:rsidP="00BF3FF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1D84">
              <w:rPr>
                <w:rFonts w:ascii="Corbel" w:hAnsi="Corbel"/>
                <w:sz w:val="24"/>
                <w:szCs w:val="24"/>
              </w:rPr>
              <w:t>Media zmiany - media tradycyjne wobec nowych mediów</w:t>
            </w:r>
          </w:p>
        </w:tc>
      </w:tr>
      <w:tr w:rsidR="00BF3FFA" w:rsidRPr="00C31D84" w14:paraId="2B5D82E8" w14:textId="77777777" w:rsidTr="00BF3FFA">
        <w:tc>
          <w:tcPr>
            <w:tcW w:w="9520" w:type="dxa"/>
          </w:tcPr>
          <w:p w14:paraId="7D57C640" w14:textId="77777777" w:rsidR="00BF3FFA" w:rsidRPr="00C31D84" w:rsidRDefault="00BF3FFA" w:rsidP="00BF3FF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1D84">
              <w:rPr>
                <w:rFonts w:ascii="Corbel" w:hAnsi="Corbel"/>
                <w:sz w:val="24"/>
                <w:szCs w:val="24"/>
              </w:rPr>
              <w:t>Wojna światów (świat cyfrowy i analogowy, słowo versus obraz) w dobie XXI wieku</w:t>
            </w:r>
          </w:p>
        </w:tc>
      </w:tr>
      <w:tr w:rsidR="00BF3FFA" w:rsidRPr="00C31D84" w14:paraId="1DFDC88B" w14:textId="77777777" w:rsidTr="00BF3FFA">
        <w:tc>
          <w:tcPr>
            <w:tcW w:w="9520" w:type="dxa"/>
          </w:tcPr>
          <w:p w14:paraId="3D73C949" w14:textId="77777777" w:rsidR="00BF3FFA" w:rsidRPr="00C31D84" w:rsidRDefault="00BF3FFA" w:rsidP="00BF3FF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1D84">
              <w:rPr>
                <w:rFonts w:ascii="Corbel" w:hAnsi="Corbel"/>
                <w:sz w:val="24"/>
                <w:szCs w:val="24"/>
              </w:rPr>
              <w:t>Społeczeństwo sieci</w:t>
            </w:r>
          </w:p>
        </w:tc>
      </w:tr>
      <w:tr w:rsidR="00BF3FFA" w:rsidRPr="00C31D84" w14:paraId="12CFA410" w14:textId="77777777" w:rsidTr="00BF3FFA">
        <w:tc>
          <w:tcPr>
            <w:tcW w:w="9520" w:type="dxa"/>
          </w:tcPr>
          <w:p w14:paraId="2C0339DD" w14:textId="77777777" w:rsidR="00BF3FFA" w:rsidRPr="00C31D84" w:rsidRDefault="00BF3FFA" w:rsidP="00BF3FF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1D84">
              <w:rPr>
                <w:rFonts w:ascii="Corbel" w:hAnsi="Corbel"/>
                <w:sz w:val="24"/>
                <w:szCs w:val="24"/>
              </w:rPr>
              <w:t>Telewizja i radio w internetowej postaci</w:t>
            </w:r>
          </w:p>
        </w:tc>
      </w:tr>
      <w:tr w:rsidR="00BF3FFA" w:rsidRPr="00C31D84" w14:paraId="194C0E3B" w14:textId="77777777" w:rsidTr="00BF3FFA">
        <w:tc>
          <w:tcPr>
            <w:tcW w:w="9520" w:type="dxa"/>
          </w:tcPr>
          <w:p w14:paraId="42D5A5F2" w14:textId="77777777" w:rsidR="00BF3FFA" w:rsidRPr="00C31D84" w:rsidRDefault="00BF3FFA" w:rsidP="00BF3FF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1D84">
              <w:rPr>
                <w:rFonts w:ascii="Corbel" w:hAnsi="Corbel"/>
                <w:sz w:val="24"/>
                <w:szCs w:val="24"/>
              </w:rPr>
              <w:t>Dziennikarstwo obywatelskie</w:t>
            </w:r>
          </w:p>
        </w:tc>
      </w:tr>
      <w:tr w:rsidR="00BF3FFA" w:rsidRPr="00C31D84" w14:paraId="1C82BA2D" w14:textId="77777777" w:rsidTr="00BF3FFA">
        <w:tc>
          <w:tcPr>
            <w:tcW w:w="9520" w:type="dxa"/>
          </w:tcPr>
          <w:p w14:paraId="15CAB4B1" w14:textId="77777777" w:rsidR="00BF3FFA" w:rsidRPr="00C31D84" w:rsidRDefault="00BF3FFA" w:rsidP="00BF3FF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1D84">
              <w:rPr>
                <w:rFonts w:ascii="Corbel" w:hAnsi="Corbel"/>
                <w:sz w:val="24"/>
                <w:szCs w:val="24"/>
              </w:rPr>
              <w:t>Cyfrowe wykluczenie</w:t>
            </w:r>
          </w:p>
        </w:tc>
      </w:tr>
    </w:tbl>
    <w:p w14:paraId="5E2D1BF3" w14:textId="77777777" w:rsidR="0085747A" w:rsidRPr="00C31D84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3961DAF" w14:textId="77777777" w:rsidR="0085747A" w:rsidRPr="00C31D84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C31D84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C31D84">
        <w:rPr>
          <w:rFonts w:ascii="Corbel" w:hAnsi="Corbel"/>
          <w:sz w:val="24"/>
          <w:szCs w:val="24"/>
        </w:rPr>
        <w:t xml:space="preserve">, </w:t>
      </w:r>
      <w:r w:rsidRPr="00C31D84">
        <w:rPr>
          <w:rFonts w:ascii="Corbel" w:hAnsi="Corbel"/>
          <w:sz w:val="24"/>
          <w:szCs w:val="24"/>
        </w:rPr>
        <w:t xml:space="preserve">zajęć praktycznych </w:t>
      </w:r>
    </w:p>
    <w:p w14:paraId="30FD8556" w14:textId="77777777" w:rsidR="0085747A" w:rsidRPr="00C31D84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31D84" w14:paraId="21CD37C7" w14:textId="77777777" w:rsidTr="00923D7D">
        <w:tc>
          <w:tcPr>
            <w:tcW w:w="9639" w:type="dxa"/>
          </w:tcPr>
          <w:p w14:paraId="08F10804" w14:textId="77777777" w:rsidR="0085747A" w:rsidRPr="00C31D84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31D8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C31D84" w14:paraId="620C8996" w14:textId="77777777" w:rsidTr="00923D7D">
        <w:tc>
          <w:tcPr>
            <w:tcW w:w="9639" w:type="dxa"/>
          </w:tcPr>
          <w:p w14:paraId="58E19B38" w14:textId="77777777" w:rsidR="0085747A" w:rsidRPr="00C31D84" w:rsidRDefault="00BF3FF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1D84">
              <w:rPr>
                <w:rFonts w:ascii="Corbel" w:hAnsi="Corbel"/>
                <w:sz w:val="24"/>
                <w:szCs w:val="24"/>
              </w:rPr>
              <w:lastRenderedPageBreak/>
              <w:t xml:space="preserve">Wizyta studyjna w rzeszowskich mediach </w:t>
            </w:r>
          </w:p>
        </w:tc>
      </w:tr>
      <w:tr w:rsidR="0085747A" w:rsidRPr="00C31D84" w14:paraId="29C83F07" w14:textId="77777777" w:rsidTr="00923D7D">
        <w:tc>
          <w:tcPr>
            <w:tcW w:w="9639" w:type="dxa"/>
          </w:tcPr>
          <w:p w14:paraId="16071BF5" w14:textId="77777777" w:rsidR="0085747A" w:rsidRPr="00C31D84" w:rsidRDefault="00BF3FF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1D84">
              <w:rPr>
                <w:rFonts w:ascii="Corbel" w:hAnsi="Corbel"/>
                <w:sz w:val="24"/>
                <w:szCs w:val="24"/>
              </w:rPr>
              <w:t xml:space="preserve">Udział w spotkaniach z dziennikarzami </w:t>
            </w:r>
          </w:p>
        </w:tc>
      </w:tr>
      <w:tr w:rsidR="0085747A" w:rsidRPr="00C31D84" w14:paraId="2099195C" w14:textId="77777777" w:rsidTr="00923D7D">
        <w:tc>
          <w:tcPr>
            <w:tcW w:w="9639" w:type="dxa"/>
          </w:tcPr>
          <w:p w14:paraId="0226ABCA" w14:textId="77777777" w:rsidR="0085747A" w:rsidRPr="00C31D84" w:rsidRDefault="00BF3FF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1D84">
              <w:rPr>
                <w:rFonts w:ascii="Corbel" w:hAnsi="Corbel"/>
                <w:sz w:val="24"/>
                <w:szCs w:val="24"/>
              </w:rPr>
              <w:t>Tworzenie materiałów prasowych</w:t>
            </w:r>
          </w:p>
        </w:tc>
      </w:tr>
      <w:tr w:rsidR="00BF3FFA" w:rsidRPr="00C31D84" w14:paraId="2B4A116D" w14:textId="77777777" w:rsidTr="00923D7D">
        <w:tc>
          <w:tcPr>
            <w:tcW w:w="9639" w:type="dxa"/>
          </w:tcPr>
          <w:p w14:paraId="2C6EA203" w14:textId="77777777" w:rsidR="00BF3FFA" w:rsidRPr="00C31D84" w:rsidRDefault="00BF3FF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1D84">
              <w:rPr>
                <w:rFonts w:ascii="Corbel" w:hAnsi="Corbel"/>
                <w:sz w:val="24"/>
                <w:szCs w:val="24"/>
              </w:rPr>
              <w:t>Nagrywanie reportaży</w:t>
            </w:r>
          </w:p>
        </w:tc>
      </w:tr>
      <w:tr w:rsidR="00BF3FFA" w:rsidRPr="00C31D84" w14:paraId="226C1D1F" w14:textId="77777777" w:rsidTr="00923D7D">
        <w:tc>
          <w:tcPr>
            <w:tcW w:w="9639" w:type="dxa"/>
          </w:tcPr>
          <w:p w14:paraId="538B4F40" w14:textId="77777777" w:rsidR="00BF3FFA" w:rsidRPr="00C31D84" w:rsidRDefault="00BF3FF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1D84">
              <w:rPr>
                <w:rFonts w:ascii="Corbel" w:hAnsi="Corbel"/>
                <w:sz w:val="24"/>
                <w:szCs w:val="24"/>
              </w:rPr>
              <w:t>Tworzenie postów w mediach społecznościowych</w:t>
            </w:r>
          </w:p>
        </w:tc>
      </w:tr>
      <w:tr w:rsidR="00BF3FFA" w:rsidRPr="00C31D84" w14:paraId="03F6661B" w14:textId="77777777" w:rsidTr="00923D7D">
        <w:tc>
          <w:tcPr>
            <w:tcW w:w="9639" w:type="dxa"/>
          </w:tcPr>
          <w:p w14:paraId="28A6040E" w14:textId="77777777" w:rsidR="00BF3FFA" w:rsidRPr="00C31D84" w:rsidRDefault="00BF3FF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1D84">
              <w:rPr>
                <w:rFonts w:ascii="Corbel" w:hAnsi="Corbel"/>
                <w:sz w:val="24"/>
                <w:szCs w:val="24"/>
              </w:rPr>
              <w:t>Raportowanie o bieżących wydarzeniach społecznych, kulturalnych i politycznych z regionu</w:t>
            </w:r>
          </w:p>
        </w:tc>
      </w:tr>
      <w:tr w:rsidR="00BF3FFA" w:rsidRPr="00C31D84" w14:paraId="0B14C92A" w14:textId="77777777" w:rsidTr="00923D7D">
        <w:tc>
          <w:tcPr>
            <w:tcW w:w="9639" w:type="dxa"/>
          </w:tcPr>
          <w:p w14:paraId="1EB7C532" w14:textId="77777777" w:rsidR="00BF3FFA" w:rsidRPr="00C31D84" w:rsidRDefault="00BF3FF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1D84">
              <w:rPr>
                <w:rFonts w:ascii="Corbel" w:hAnsi="Corbel"/>
                <w:sz w:val="24"/>
                <w:szCs w:val="24"/>
              </w:rPr>
              <w:t>Tworzenie ankiety i kwestionariusza pytań/badania ankietowe</w:t>
            </w:r>
          </w:p>
        </w:tc>
      </w:tr>
      <w:tr w:rsidR="00BF3FFA" w:rsidRPr="00C31D84" w14:paraId="431E7021" w14:textId="77777777" w:rsidTr="00923D7D">
        <w:tc>
          <w:tcPr>
            <w:tcW w:w="9639" w:type="dxa"/>
          </w:tcPr>
          <w:p w14:paraId="3775F400" w14:textId="77777777" w:rsidR="00BF3FFA" w:rsidRPr="00C31D84" w:rsidRDefault="00BF3FF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1D84">
              <w:rPr>
                <w:rFonts w:ascii="Corbel" w:hAnsi="Corbel"/>
                <w:sz w:val="24"/>
                <w:szCs w:val="24"/>
              </w:rPr>
              <w:t>Lustro weneckie, czyli mapa emocji w praktyce</w:t>
            </w:r>
          </w:p>
        </w:tc>
      </w:tr>
    </w:tbl>
    <w:p w14:paraId="01C06A73" w14:textId="77777777" w:rsidR="0085747A" w:rsidRPr="00C31D84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DC063B1" w14:textId="77777777" w:rsidR="0085747A" w:rsidRPr="00C31D84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C31D84">
        <w:rPr>
          <w:rFonts w:ascii="Corbel" w:hAnsi="Corbel"/>
          <w:smallCaps w:val="0"/>
          <w:szCs w:val="24"/>
        </w:rPr>
        <w:t>3.4 Metody dydaktyczne</w:t>
      </w:r>
      <w:r w:rsidRPr="00C31D84">
        <w:rPr>
          <w:rFonts w:ascii="Corbel" w:hAnsi="Corbel"/>
          <w:b w:val="0"/>
          <w:smallCaps w:val="0"/>
          <w:szCs w:val="24"/>
        </w:rPr>
        <w:t xml:space="preserve"> </w:t>
      </w:r>
    </w:p>
    <w:p w14:paraId="467AFD77" w14:textId="60499723" w:rsidR="00E21E7D" w:rsidRPr="00C31D84" w:rsidRDefault="00923D7D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C31D84">
        <w:rPr>
          <w:rFonts w:ascii="Corbel" w:hAnsi="Corbel"/>
          <w:sz w:val="20"/>
          <w:szCs w:val="20"/>
        </w:rPr>
        <w:t xml:space="preserve"> </w:t>
      </w:r>
    </w:p>
    <w:p w14:paraId="5270AC2F" w14:textId="77777777" w:rsidR="00BF3FFA" w:rsidRPr="00C31D84" w:rsidRDefault="00BF3FFA" w:rsidP="00BF3FF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31D84">
        <w:rPr>
          <w:rFonts w:ascii="Corbel" w:hAnsi="Corbel"/>
          <w:b w:val="0"/>
          <w:smallCaps w:val="0"/>
          <w:szCs w:val="24"/>
        </w:rPr>
        <w:t>Konwersatorium: wykład problemowy z prezentacją</w:t>
      </w:r>
    </w:p>
    <w:p w14:paraId="478A70A6" w14:textId="77777777" w:rsidR="00BF3FFA" w:rsidRPr="00C31D84" w:rsidRDefault="00807D65" w:rsidP="00BF3FF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31D84">
        <w:rPr>
          <w:rFonts w:ascii="Corbel" w:hAnsi="Corbel"/>
          <w:b w:val="0"/>
          <w:smallCaps w:val="0"/>
          <w:szCs w:val="24"/>
        </w:rPr>
        <w:t>Warsztaty</w:t>
      </w:r>
      <w:r w:rsidR="00BF3FFA" w:rsidRPr="00C31D84">
        <w:rPr>
          <w:rFonts w:ascii="Corbel" w:hAnsi="Corbel"/>
          <w:b w:val="0"/>
          <w:smallCaps w:val="0"/>
          <w:szCs w:val="24"/>
        </w:rPr>
        <w:t>: obserwacja studenta, ocena jego aktywności</w:t>
      </w:r>
    </w:p>
    <w:p w14:paraId="25106786" w14:textId="77777777" w:rsidR="00E960BB" w:rsidRPr="00C31D84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16043A5" w14:textId="77777777" w:rsidR="00E960BB" w:rsidRPr="00C31D84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50FBAC0" w14:textId="77777777" w:rsidR="0085747A" w:rsidRPr="00C31D84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C31D84">
        <w:rPr>
          <w:rFonts w:ascii="Corbel" w:hAnsi="Corbel"/>
          <w:smallCaps w:val="0"/>
          <w:szCs w:val="24"/>
        </w:rPr>
        <w:t xml:space="preserve">4. </w:t>
      </w:r>
      <w:r w:rsidR="0085747A" w:rsidRPr="00C31D84">
        <w:rPr>
          <w:rFonts w:ascii="Corbel" w:hAnsi="Corbel"/>
          <w:smallCaps w:val="0"/>
          <w:szCs w:val="24"/>
        </w:rPr>
        <w:t>METODY I KRYTERIA OCENY</w:t>
      </w:r>
      <w:r w:rsidR="009F4610" w:rsidRPr="00C31D84">
        <w:rPr>
          <w:rFonts w:ascii="Corbel" w:hAnsi="Corbel"/>
          <w:smallCaps w:val="0"/>
          <w:szCs w:val="24"/>
        </w:rPr>
        <w:t xml:space="preserve"> </w:t>
      </w:r>
    </w:p>
    <w:p w14:paraId="277C3F3B" w14:textId="77777777" w:rsidR="00923D7D" w:rsidRPr="00C31D84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4927374" w14:textId="77777777" w:rsidR="0085747A" w:rsidRPr="00C31D84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31D84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C31D84">
        <w:rPr>
          <w:rFonts w:ascii="Corbel" w:hAnsi="Corbel"/>
          <w:smallCaps w:val="0"/>
          <w:szCs w:val="24"/>
        </w:rPr>
        <w:t>uczenia się</w:t>
      </w:r>
    </w:p>
    <w:p w14:paraId="61640BBF" w14:textId="77777777" w:rsidR="0085747A" w:rsidRPr="00C31D8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C31D84" w14:paraId="41E614D4" w14:textId="77777777" w:rsidTr="00807D65">
        <w:tc>
          <w:tcPr>
            <w:tcW w:w="1962" w:type="dxa"/>
            <w:vAlign w:val="center"/>
          </w:tcPr>
          <w:p w14:paraId="562379B9" w14:textId="77777777" w:rsidR="0085747A" w:rsidRPr="00C31D84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1D8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A019828" w14:textId="77777777" w:rsidR="0085747A" w:rsidRPr="00C31D84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1D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A370A3B" w14:textId="77777777" w:rsidR="0085747A" w:rsidRPr="00C31D84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1D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C31D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C9028CA" w14:textId="77777777" w:rsidR="00923D7D" w:rsidRPr="00C31D8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1D8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1799F6E" w14:textId="77777777" w:rsidR="0085747A" w:rsidRPr="00C31D8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1D84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C31D8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C31D84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07D65" w:rsidRPr="00C31D84" w14:paraId="59FC7281" w14:textId="77777777" w:rsidTr="00807D65">
        <w:tc>
          <w:tcPr>
            <w:tcW w:w="1962" w:type="dxa"/>
          </w:tcPr>
          <w:p w14:paraId="32B9E900" w14:textId="77777777" w:rsidR="00807D65" w:rsidRPr="00C31D84" w:rsidRDefault="00807D65" w:rsidP="00807D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C31D84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C31D84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441" w:type="dxa"/>
          </w:tcPr>
          <w:p w14:paraId="212C72A1" w14:textId="77777777" w:rsidR="00807D65" w:rsidRPr="00C31D84" w:rsidRDefault="00807D65" w:rsidP="00807D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1D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wypowiedzi studenta podczas zajęć, zaliczenie ustne</w:t>
            </w:r>
          </w:p>
        </w:tc>
        <w:tc>
          <w:tcPr>
            <w:tcW w:w="2117" w:type="dxa"/>
          </w:tcPr>
          <w:p w14:paraId="413644DC" w14:textId="77777777" w:rsidR="00807D65" w:rsidRPr="00C31D84" w:rsidRDefault="00807D65" w:rsidP="00807D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1D84">
              <w:rPr>
                <w:rFonts w:ascii="Corbel" w:hAnsi="Corbel"/>
                <w:b w:val="0"/>
                <w:smallCaps w:val="0"/>
                <w:szCs w:val="24"/>
              </w:rPr>
              <w:t>Konwersatorium, warsztaty</w:t>
            </w:r>
          </w:p>
        </w:tc>
      </w:tr>
      <w:tr w:rsidR="00807D65" w:rsidRPr="00C31D84" w14:paraId="6BB6C210" w14:textId="77777777" w:rsidTr="00807D65">
        <w:tc>
          <w:tcPr>
            <w:tcW w:w="1962" w:type="dxa"/>
          </w:tcPr>
          <w:p w14:paraId="44C19CC0" w14:textId="77777777" w:rsidR="00807D65" w:rsidRPr="00C31D84" w:rsidRDefault="00807D65" w:rsidP="00807D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31D84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52A73C14" w14:textId="77777777" w:rsidR="00807D65" w:rsidRPr="00C31D84" w:rsidRDefault="00807D65" w:rsidP="00807D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1D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wypowiedzi studenta podczas zajęć, zaliczenie ustne</w:t>
            </w:r>
          </w:p>
        </w:tc>
        <w:tc>
          <w:tcPr>
            <w:tcW w:w="2117" w:type="dxa"/>
          </w:tcPr>
          <w:p w14:paraId="74B8AC4B" w14:textId="77777777" w:rsidR="00807D65" w:rsidRPr="00C31D84" w:rsidRDefault="00807D65" w:rsidP="00807D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1D84">
              <w:rPr>
                <w:rFonts w:ascii="Corbel" w:hAnsi="Corbel"/>
                <w:b w:val="0"/>
                <w:smallCaps w:val="0"/>
                <w:szCs w:val="24"/>
              </w:rPr>
              <w:t>Konwersatorium, warsztaty</w:t>
            </w:r>
          </w:p>
        </w:tc>
      </w:tr>
      <w:tr w:rsidR="00807D65" w:rsidRPr="00C31D84" w14:paraId="341EC477" w14:textId="77777777" w:rsidTr="00807D65">
        <w:tc>
          <w:tcPr>
            <w:tcW w:w="1962" w:type="dxa"/>
          </w:tcPr>
          <w:p w14:paraId="5D3FD3BA" w14:textId="77777777" w:rsidR="00807D65" w:rsidRPr="00C31D84" w:rsidRDefault="00807D65" w:rsidP="00807D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31D84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74AA6068" w14:textId="77777777" w:rsidR="00807D65" w:rsidRPr="00C31D84" w:rsidRDefault="00807D65" w:rsidP="00807D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1D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wypowiedzi studenta podczas zajęć, zaliczenie ustne</w:t>
            </w:r>
          </w:p>
        </w:tc>
        <w:tc>
          <w:tcPr>
            <w:tcW w:w="2117" w:type="dxa"/>
          </w:tcPr>
          <w:p w14:paraId="47416DD1" w14:textId="77777777" w:rsidR="00807D65" w:rsidRPr="00C31D84" w:rsidRDefault="00807D65" w:rsidP="00807D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1D84">
              <w:rPr>
                <w:rFonts w:ascii="Corbel" w:hAnsi="Corbel"/>
                <w:b w:val="0"/>
                <w:smallCaps w:val="0"/>
                <w:szCs w:val="24"/>
              </w:rPr>
              <w:t>Konwersatorium, warsztaty</w:t>
            </w:r>
          </w:p>
        </w:tc>
      </w:tr>
      <w:tr w:rsidR="00807D65" w:rsidRPr="00C31D84" w14:paraId="4E9A713D" w14:textId="77777777" w:rsidTr="00807D65">
        <w:tc>
          <w:tcPr>
            <w:tcW w:w="1962" w:type="dxa"/>
          </w:tcPr>
          <w:p w14:paraId="1B63E565" w14:textId="77777777" w:rsidR="00807D65" w:rsidRPr="00C31D84" w:rsidRDefault="00807D65" w:rsidP="00807D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31D84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62641733" w14:textId="77777777" w:rsidR="00807D65" w:rsidRPr="00C31D84" w:rsidRDefault="00807D65" w:rsidP="00807D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1D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wypowiedzi studenta podczas zajęć, zaliczenie ustne</w:t>
            </w:r>
          </w:p>
        </w:tc>
        <w:tc>
          <w:tcPr>
            <w:tcW w:w="2117" w:type="dxa"/>
          </w:tcPr>
          <w:p w14:paraId="34DAF29E" w14:textId="77777777" w:rsidR="00807D65" w:rsidRPr="00C31D84" w:rsidRDefault="00807D65" w:rsidP="00807D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1D84">
              <w:rPr>
                <w:rFonts w:ascii="Corbel" w:hAnsi="Corbel"/>
                <w:b w:val="0"/>
                <w:smallCaps w:val="0"/>
                <w:szCs w:val="24"/>
              </w:rPr>
              <w:t>Konwersatorium, warsztaty</w:t>
            </w:r>
          </w:p>
        </w:tc>
      </w:tr>
      <w:tr w:rsidR="00807D65" w:rsidRPr="00C31D84" w14:paraId="6E1A4C7F" w14:textId="77777777" w:rsidTr="00807D65">
        <w:tc>
          <w:tcPr>
            <w:tcW w:w="1962" w:type="dxa"/>
          </w:tcPr>
          <w:p w14:paraId="15F702D6" w14:textId="77777777" w:rsidR="00807D65" w:rsidRPr="00C31D84" w:rsidRDefault="00807D65" w:rsidP="00807D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31D84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</w:tcPr>
          <w:p w14:paraId="40347EC5" w14:textId="77777777" w:rsidR="00807D65" w:rsidRPr="00C31D84" w:rsidRDefault="00807D65" w:rsidP="00807D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1D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wypowiedzi studenta podczas zajęć, zaliczenie ustne</w:t>
            </w:r>
          </w:p>
        </w:tc>
        <w:tc>
          <w:tcPr>
            <w:tcW w:w="2117" w:type="dxa"/>
          </w:tcPr>
          <w:p w14:paraId="38F019CB" w14:textId="77777777" w:rsidR="00807D65" w:rsidRPr="00C31D84" w:rsidRDefault="00807D65" w:rsidP="00807D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1D84">
              <w:rPr>
                <w:rFonts w:ascii="Corbel" w:hAnsi="Corbel"/>
                <w:b w:val="0"/>
                <w:smallCaps w:val="0"/>
                <w:szCs w:val="24"/>
              </w:rPr>
              <w:t>Konwersatorium, warsztaty</w:t>
            </w:r>
          </w:p>
        </w:tc>
      </w:tr>
    </w:tbl>
    <w:p w14:paraId="01F5967B" w14:textId="77777777" w:rsidR="00923D7D" w:rsidRPr="00C31D84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59AA75A" w14:textId="77777777" w:rsidR="0085747A" w:rsidRPr="00C31D84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31D84">
        <w:rPr>
          <w:rFonts w:ascii="Corbel" w:hAnsi="Corbel"/>
          <w:smallCaps w:val="0"/>
          <w:szCs w:val="24"/>
        </w:rPr>
        <w:t xml:space="preserve">4.2 </w:t>
      </w:r>
      <w:r w:rsidR="0085747A" w:rsidRPr="00C31D84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C31D84">
        <w:rPr>
          <w:rFonts w:ascii="Corbel" w:hAnsi="Corbel"/>
          <w:smallCaps w:val="0"/>
          <w:szCs w:val="24"/>
        </w:rPr>
        <w:t xml:space="preserve"> </w:t>
      </w:r>
    </w:p>
    <w:p w14:paraId="59130A27" w14:textId="77777777" w:rsidR="00923D7D" w:rsidRPr="00C31D84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31D84" w14:paraId="1172EDBB" w14:textId="77777777" w:rsidTr="00923D7D">
        <w:tc>
          <w:tcPr>
            <w:tcW w:w="9670" w:type="dxa"/>
          </w:tcPr>
          <w:p w14:paraId="2D2DF02A" w14:textId="77777777" w:rsidR="00807D65" w:rsidRPr="00C31D84" w:rsidRDefault="00807D65" w:rsidP="00807D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C31D84">
              <w:rPr>
                <w:rFonts w:ascii="Corbel" w:hAnsi="Corbel"/>
                <w:b w:val="0"/>
                <w:smallCaps w:val="0"/>
              </w:rPr>
              <w:t>Konwersatorium:</w:t>
            </w:r>
          </w:p>
          <w:p w14:paraId="56634F07" w14:textId="77777777" w:rsidR="00807D65" w:rsidRPr="00C31D84" w:rsidRDefault="00807D65" w:rsidP="00807D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C31D84">
              <w:rPr>
                <w:rFonts w:ascii="Corbel" w:hAnsi="Corbel"/>
                <w:b w:val="0"/>
                <w:smallCaps w:val="0"/>
              </w:rPr>
              <w:t xml:space="preserve">Na ocenę z konwersatorium składać się będą: ocena cząstkowa z obecności na zajęciach, ocena cząstkowa z aktywności studenta na zajęciach; ocena cząstkowa z prezentacji przygotowanych na zajęcia i ocena uzyskana z zaliczenia ustnego. </w:t>
            </w:r>
          </w:p>
          <w:p w14:paraId="3ADB9C3B" w14:textId="77777777" w:rsidR="00807D65" w:rsidRPr="00C31D84" w:rsidRDefault="00807D65" w:rsidP="00807D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</w:p>
          <w:p w14:paraId="1605515D" w14:textId="77777777" w:rsidR="00807D65" w:rsidRPr="00C31D84" w:rsidRDefault="00807D65" w:rsidP="00807D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C31D84">
              <w:rPr>
                <w:rFonts w:ascii="Corbel" w:hAnsi="Corbel"/>
                <w:b w:val="0"/>
                <w:smallCaps w:val="0"/>
              </w:rPr>
              <w:t>Warsztaty:</w:t>
            </w:r>
          </w:p>
          <w:p w14:paraId="650F0CAA" w14:textId="77777777" w:rsidR="00807D65" w:rsidRPr="00C31D84" w:rsidRDefault="00807D65" w:rsidP="00807D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C31D84">
              <w:rPr>
                <w:rFonts w:ascii="Corbel" w:hAnsi="Corbel"/>
                <w:b w:val="0"/>
                <w:smallCaps w:val="0"/>
              </w:rPr>
              <w:t xml:space="preserve">Na ocenę z warsztatów składać się będą: ocena cząstkowa z obecności na zajęciach, ocena cząstkowa z aktywności studenta na zajęciach; ocena cząstkowa z pracy przy komputerze i ocena uzyskana z zaliczenia ustnego. </w:t>
            </w:r>
          </w:p>
          <w:p w14:paraId="0D65B239" w14:textId="77777777" w:rsidR="0085747A" w:rsidRPr="00C31D8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116DB2E" w14:textId="77777777" w:rsidR="0085747A" w:rsidRPr="00C31D8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4E328AF" w14:textId="4FDFD042" w:rsidR="009F4610" w:rsidRPr="00C31D84" w:rsidRDefault="00C31D84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column"/>
      </w:r>
      <w:r w:rsidR="0085747A" w:rsidRPr="00C31D84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C31D84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99CAB85" w14:textId="77777777" w:rsidR="0085747A" w:rsidRPr="00C31D8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C31D84" w14:paraId="4D377947" w14:textId="77777777" w:rsidTr="003E1941">
        <w:tc>
          <w:tcPr>
            <w:tcW w:w="4962" w:type="dxa"/>
            <w:vAlign w:val="center"/>
          </w:tcPr>
          <w:p w14:paraId="0A6D12D8" w14:textId="77777777" w:rsidR="0085747A" w:rsidRPr="00C31D8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31D84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C31D84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C31D84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5788FF5" w14:textId="77777777" w:rsidR="0085747A" w:rsidRPr="00C31D8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31D84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C31D84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C31D8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C31D84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C31D84" w14:paraId="3143623B" w14:textId="77777777" w:rsidTr="00923D7D">
        <w:tc>
          <w:tcPr>
            <w:tcW w:w="4962" w:type="dxa"/>
          </w:tcPr>
          <w:p w14:paraId="64347960" w14:textId="77777777" w:rsidR="0085747A" w:rsidRPr="00C31D8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1D84">
              <w:rPr>
                <w:rFonts w:ascii="Corbel" w:hAnsi="Corbel"/>
                <w:sz w:val="24"/>
                <w:szCs w:val="24"/>
              </w:rPr>
              <w:t>G</w:t>
            </w:r>
            <w:r w:rsidR="0085747A" w:rsidRPr="00C31D84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C31D84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C31D84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C31D84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C31D84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C31D84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C31D84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C2136E2" w14:textId="0F5FE37D" w:rsidR="0085747A" w:rsidRPr="00C31D84" w:rsidRDefault="00A32B55" w:rsidP="00807D6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35</w:t>
            </w:r>
          </w:p>
        </w:tc>
      </w:tr>
      <w:tr w:rsidR="00C61DC5" w:rsidRPr="00C31D84" w14:paraId="7D8B7377" w14:textId="77777777" w:rsidTr="00923D7D">
        <w:tc>
          <w:tcPr>
            <w:tcW w:w="4962" w:type="dxa"/>
          </w:tcPr>
          <w:p w14:paraId="011C3B04" w14:textId="77777777" w:rsidR="00C61DC5" w:rsidRPr="00C31D8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1D84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C31D84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310CA2B" w14:textId="77777777" w:rsidR="00C61DC5" w:rsidRPr="00C31D8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1D84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6289290" w14:textId="61C9E4BE" w:rsidR="00C61DC5" w:rsidRPr="00C31D84" w:rsidRDefault="00120BE3" w:rsidP="00807D6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C31D84" w14:paraId="15C7B7EC" w14:textId="77777777" w:rsidTr="00923D7D">
        <w:tc>
          <w:tcPr>
            <w:tcW w:w="4962" w:type="dxa"/>
          </w:tcPr>
          <w:p w14:paraId="69D999EC" w14:textId="77777777" w:rsidR="0071620A" w:rsidRPr="00C31D8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1D84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5BF2D45D" w14:textId="77777777" w:rsidR="00C61DC5" w:rsidRPr="00C31D8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1D84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0DC9E7A1" w14:textId="2510579E" w:rsidR="00C61DC5" w:rsidRPr="00C31D84" w:rsidRDefault="00120BE3" w:rsidP="00807D6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85747A" w:rsidRPr="00C31D84" w14:paraId="13D47B5E" w14:textId="77777777" w:rsidTr="00923D7D">
        <w:tc>
          <w:tcPr>
            <w:tcW w:w="4962" w:type="dxa"/>
          </w:tcPr>
          <w:p w14:paraId="29E7A790" w14:textId="77777777" w:rsidR="0085747A" w:rsidRPr="00C31D84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1D8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713F616" w14:textId="5897951A" w:rsidR="0085747A" w:rsidRPr="00C31D84" w:rsidRDefault="00050506" w:rsidP="00807D6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  <w:r w:rsidR="00A32B55">
              <w:rPr>
                <w:rFonts w:ascii="Corbel" w:hAnsi="Corbel"/>
                <w:sz w:val="24"/>
                <w:szCs w:val="24"/>
              </w:rPr>
              <w:t>5</w:t>
            </w:r>
            <w:bookmarkStart w:id="0" w:name="_GoBack"/>
            <w:bookmarkEnd w:id="0"/>
          </w:p>
        </w:tc>
      </w:tr>
      <w:tr w:rsidR="0085747A" w:rsidRPr="00C31D84" w14:paraId="7031CFD8" w14:textId="77777777" w:rsidTr="00923D7D">
        <w:tc>
          <w:tcPr>
            <w:tcW w:w="4962" w:type="dxa"/>
          </w:tcPr>
          <w:p w14:paraId="598D82AA" w14:textId="77777777" w:rsidR="0085747A" w:rsidRPr="00C31D84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C31D84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4DA9278" w14:textId="77777777" w:rsidR="0085747A" w:rsidRPr="00C31D84" w:rsidRDefault="00807D65" w:rsidP="00807D6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31D84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41FF91E5" w14:textId="77777777" w:rsidR="0085747A" w:rsidRPr="00C31D84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C31D84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C31D84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48CE4EC" w14:textId="77777777" w:rsidR="003E1941" w:rsidRPr="00C31D84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C36E656" w14:textId="77777777" w:rsidR="0085747A" w:rsidRPr="00C31D84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31D84">
        <w:rPr>
          <w:rFonts w:ascii="Corbel" w:hAnsi="Corbel"/>
          <w:smallCaps w:val="0"/>
          <w:szCs w:val="24"/>
        </w:rPr>
        <w:t xml:space="preserve">6. </w:t>
      </w:r>
      <w:r w:rsidR="0085747A" w:rsidRPr="00C31D84">
        <w:rPr>
          <w:rFonts w:ascii="Corbel" w:hAnsi="Corbel"/>
          <w:smallCaps w:val="0"/>
          <w:szCs w:val="24"/>
        </w:rPr>
        <w:t>PRAKTYKI ZAWO</w:t>
      </w:r>
      <w:r w:rsidR="009D3F3B" w:rsidRPr="00C31D84">
        <w:rPr>
          <w:rFonts w:ascii="Corbel" w:hAnsi="Corbel"/>
          <w:smallCaps w:val="0"/>
          <w:szCs w:val="24"/>
        </w:rPr>
        <w:t>DOWE W RAMACH PRZEDMIOTU</w:t>
      </w:r>
    </w:p>
    <w:p w14:paraId="512F3859" w14:textId="77777777" w:rsidR="0085747A" w:rsidRPr="00C31D84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C31D84" w14:paraId="048AC853" w14:textId="77777777" w:rsidTr="0071620A">
        <w:trPr>
          <w:trHeight w:val="397"/>
        </w:trPr>
        <w:tc>
          <w:tcPr>
            <w:tcW w:w="3544" w:type="dxa"/>
          </w:tcPr>
          <w:p w14:paraId="1B9196A2" w14:textId="77777777" w:rsidR="0085747A" w:rsidRPr="00C31D8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1D84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B4C98B2" w14:textId="0AEE21A1" w:rsidR="0085747A" w:rsidRPr="00C31D84" w:rsidRDefault="000F78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1D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C31D84" w14:paraId="1217C6AF" w14:textId="77777777" w:rsidTr="0071620A">
        <w:trPr>
          <w:trHeight w:val="397"/>
        </w:trPr>
        <w:tc>
          <w:tcPr>
            <w:tcW w:w="3544" w:type="dxa"/>
          </w:tcPr>
          <w:p w14:paraId="5B33BB98" w14:textId="77777777" w:rsidR="0085747A" w:rsidRPr="00C31D8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1D84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AB08CD5" w14:textId="08F28133" w:rsidR="0085747A" w:rsidRPr="00C31D84" w:rsidRDefault="000F78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1D84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352DF25B" w14:textId="77777777" w:rsidR="003E1941" w:rsidRPr="00C31D84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EB74B2D" w14:textId="77777777" w:rsidR="0085747A" w:rsidRPr="00C31D8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31D84">
        <w:rPr>
          <w:rFonts w:ascii="Corbel" w:hAnsi="Corbel"/>
          <w:smallCaps w:val="0"/>
          <w:szCs w:val="24"/>
        </w:rPr>
        <w:t xml:space="preserve">7. </w:t>
      </w:r>
      <w:r w:rsidR="0085747A" w:rsidRPr="00C31D84">
        <w:rPr>
          <w:rFonts w:ascii="Corbel" w:hAnsi="Corbel"/>
          <w:smallCaps w:val="0"/>
          <w:szCs w:val="24"/>
        </w:rPr>
        <w:t>LITERATURA</w:t>
      </w:r>
      <w:r w:rsidRPr="00C31D84">
        <w:rPr>
          <w:rFonts w:ascii="Corbel" w:hAnsi="Corbel"/>
          <w:smallCaps w:val="0"/>
          <w:szCs w:val="24"/>
        </w:rPr>
        <w:t xml:space="preserve"> </w:t>
      </w:r>
    </w:p>
    <w:p w14:paraId="18CBC714" w14:textId="77777777" w:rsidR="00675843" w:rsidRPr="00C31D8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C31D84" w14:paraId="4F3E6C8D" w14:textId="77777777" w:rsidTr="0071620A">
        <w:trPr>
          <w:trHeight w:val="397"/>
        </w:trPr>
        <w:tc>
          <w:tcPr>
            <w:tcW w:w="7513" w:type="dxa"/>
          </w:tcPr>
          <w:p w14:paraId="5CA119EA" w14:textId="77777777" w:rsidR="0085747A" w:rsidRPr="00C31D8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1D84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B6C0312" w14:textId="77777777" w:rsidR="00807D65" w:rsidRPr="00C31D84" w:rsidRDefault="00807D65" w:rsidP="00807D65">
            <w:pPr>
              <w:pStyle w:val="Punktygwne"/>
              <w:spacing w:before="0" w:after="0"/>
              <w:ind w:left="346" w:hanging="283"/>
              <w:jc w:val="both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00C31D84">
              <w:rPr>
                <w:rFonts w:ascii="Corbel" w:hAnsi="Corbel"/>
                <w:b w:val="0"/>
                <w:smallCaps w:val="0"/>
              </w:rPr>
              <w:t>Castells</w:t>
            </w:r>
            <w:proofErr w:type="spellEnd"/>
            <w:r w:rsidRPr="00C31D84">
              <w:rPr>
                <w:rFonts w:ascii="Corbel" w:hAnsi="Corbel"/>
                <w:b w:val="0"/>
                <w:smallCaps w:val="0"/>
              </w:rPr>
              <w:t xml:space="preserve"> M., </w:t>
            </w:r>
            <w:r w:rsidRPr="00C31D84">
              <w:rPr>
                <w:rFonts w:ascii="Corbel" w:hAnsi="Corbel"/>
                <w:b w:val="0"/>
                <w:i/>
                <w:smallCaps w:val="0"/>
              </w:rPr>
              <w:t>Społeczeństwo sieci</w:t>
            </w:r>
            <w:r w:rsidRPr="00C31D84">
              <w:rPr>
                <w:rFonts w:ascii="Corbel" w:hAnsi="Corbel"/>
                <w:b w:val="0"/>
                <w:smallCaps w:val="0"/>
              </w:rPr>
              <w:t xml:space="preserve">, przekład z j. ang. M. </w:t>
            </w:r>
            <w:proofErr w:type="spellStart"/>
            <w:r w:rsidRPr="00C31D84">
              <w:rPr>
                <w:rFonts w:ascii="Corbel" w:hAnsi="Corbel"/>
                <w:b w:val="0"/>
                <w:smallCaps w:val="0"/>
              </w:rPr>
              <w:t>Marody</w:t>
            </w:r>
            <w:proofErr w:type="spellEnd"/>
            <w:r w:rsidRPr="00C31D84">
              <w:rPr>
                <w:rFonts w:ascii="Corbel" w:hAnsi="Corbel"/>
                <w:b w:val="0"/>
                <w:smallCaps w:val="0"/>
              </w:rPr>
              <w:t>, Wydawnictwo Naukowe PWN, Warszawa 2010.</w:t>
            </w:r>
          </w:p>
          <w:p w14:paraId="69BE93F1" w14:textId="77777777" w:rsidR="00807D65" w:rsidRPr="00C31D84" w:rsidRDefault="00807D65" w:rsidP="00807D65">
            <w:pPr>
              <w:pStyle w:val="Punktygwne"/>
              <w:spacing w:before="0" w:after="0"/>
              <w:ind w:left="346" w:hanging="283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C31D84" w14:paraId="594EC770" w14:textId="77777777" w:rsidTr="0071620A">
        <w:trPr>
          <w:trHeight w:val="397"/>
        </w:trPr>
        <w:tc>
          <w:tcPr>
            <w:tcW w:w="7513" w:type="dxa"/>
          </w:tcPr>
          <w:p w14:paraId="28D73B8F" w14:textId="77777777" w:rsidR="00807D65" w:rsidRPr="00C31D8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1D84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6414AAB9" w14:textId="77777777" w:rsidR="00807D65" w:rsidRPr="00C31D84" w:rsidRDefault="00807D65" w:rsidP="00807D65">
            <w:pPr>
              <w:pStyle w:val="Punktygwne"/>
              <w:spacing w:before="0" w:after="0"/>
              <w:contextualSpacing/>
              <w:jc w:val="both"/>
              <w:rPr>
                <w:rFonts w:ascii="Corbel" w:hAnsi="Corbel"/>
                <w:b w:val="0"/>
                <w:smallCaps w:val="0"/>
              </w:rPr>
            </w:pPr>
            <w:r w:rsidRPr="00C31D84">
              <w:rPr>
                <w:rFonts w:ascii="Corbel" w:hAnsi="Corbel"/>
                <w:b w:val="0"/>
                <w:smallCaps w:val="0"/>
              </w:rPr>
              <w:t xml:space="preserve">Barney D., </w:t>
            </w:r>
            <w:r w:rsidRPr="00C31D84">
              <w:rPr>
                <w:rFonts w:ascii="Corbel" w:hAnsi="Corbel"/>
                <w:b w:val="0"/>
                <w:i/>
                <w:smallCaps w:val="0"/>
              </w:rPr>
              <w:t>Społeczeństwo sieci</w:t>
            </w:r>
            <w:r w:rsidRPr="00C31D84">
              <w:rPr>
                <w:rFonts w:ascii="Corbel" w:hAnsi="Corbel"/>
                <w:b w:val="0"/>
                <w:smallCaps w:val="0"/>
              </w:rPr>
              <w:t>, Sic!, Warszawa 2008.</w:t>
            </w:r>
          </w:p>
          <w:p w14:paraId="07E669E1" w14:textId="77777777" w:rsidR="00807D65" w:rsidRPr="00C31D84" w:rsidRDefault="00807D65" w:rsidP="00807D65">
            <w:pPr>
              <w:spacing w:after="0"/>
              <w:ind w:left="709" w:hanging="709"/>
              <w:contextualSpacing/>
              <w:jc w:val="both"/>
              <w:rPr>
                <w:rFonts w:ascii="Corbel" w:hAnsi="Corbel"/>
                <w:sz w:val="24"/>
              </w:rPr>
            </w:pPr>
            <w:proofErr w:type="spellStart"/>
            <w:r w:rsidRPr="00C31D84">
              <w:rPr>
                <w:rFonts w:ascii="Corbel" w:hAnsi="Corbel"/>
                <w:sz w:val="24"/>
                <w:lang w:val="de-DE"/>
              </w:rPr>
              <w:t>Godzic</w:t>
            </w:r>
            <w:proofErr w:type="spellEnd"/>
            <w:r w:rsidRPr="00C31D84">
              <w:rPr>
                <w:rFonts w:ascii="Corbel" w:hAnsi="Corbel"/>
                <w:sz w:val="24"/>
                <w:lang w:val="de-DE"/>
              </w:rPr>
              <w:t xml:space="preserve"> W., Bauer Z. (red.), </w:t>
            </w:r>
            <w:r w:rsidRPr="00C31D84">
              <w:rPr>
                <w:rFonts w:ascii="Corbel" w:hAnsi="Corbel"/>
                <w:i/>
                <w:sz w:val="24"/>
                <w:lang w:val="de-DE"/>
              </w:rPr>
              <w:t>E-</w:t>
            </w:r>
            <w:proofErr w:type="spellStart"/>
            <w:r w:rsidRPr="00C31D84">
              <w:rPr>
                <w:rFonts w:ascii="Corbel" w:hAnsi="Corbel"/>
                <w:i/>
                <w:sz w:val="24"/>
                <w:lang w:val="de-DE"/>
              </w:rPr>
              <w:t>gatunki</w:t>
            </w:r>
            <w:proofErr w:type="spellEnd"/>
            <w:r w:rsidRPr="00C31D84">
              <w:rPr>
                <w:rFonts w:ascii="Corbel" w:hAnsi="Corbel"/>
                <w:i/>
                <w:sz w:val="24"/>
                <w:lang w:val="de-DE"/>
              </w:rPr>
              <w:t xml:space="preserve">. </w:t>
            </w:r>
            <w:r w:rsidRPr="00C31D84">
              <w:rPr>
                <w:rFonts w:ascii="Corbel" w:hAnsi="Corbel"/>
                <w:i/>
                <w:sz w:val="24"/>
              </w:rPr>
              <w:t>Dziennikarz w nowej przestrzeni komunikowania</w:t>
            </w:r>
            <w:r w:rsidRPr="00C31D84">
              <w:rPr>
                <w:rFonts w:ascii="Corbel" w:hAnsi="Corbel"/>
                <w:sz w:val="24"/>
              </w:rPr>
              <w:t xml:space="preserve">, </w:t>
            </w:r>
            <w:proofErr w:type="spellStart"/>
            <w:r w:rsidRPr="00C31D84">
              <w:rPr>
                <w:rFonts w:ascii="Corbel" w:hAnsi="Corbel"/>
                <w:sz w:val="24"/>
              </w:rPr>
              <w:t>Poltext</w:t>
            </w:r>
            <w:proofErr w:type="spellEnd"/>
            <w:r w:rsidRPr="00C31D84">
              <w:rPr>
                <w:rFonts w:ascii="Corbel" w:hAnsi="Corbel"/>
                <w:sz w:val="24"/>
              </w:rPr>
              <w:t>, Warszawa 2015.</w:t>
            </w:r>
          </w:p>
          <w:p w14:paraId="2D789B15" w14:textId="77777777" w:rsidR="00807D65" w:rsidRPr="00C31D84" w:rsidRDefault="00807D65" w:rsidP="00807D65">
            <w:pPr>
              <w:spacing w:after="0"/>
              <w:ind w:left="709" w:hanging="709"/>
              <w:contextualSpacing/>
              <w:jc w:val="both"/>
              <w:rPr>
                <w:rFonts w:ascii="Corbel" w:hAnsi="Corbel"/>
                <w:sz w:val="24"/>
              </w:rPr>
            </w:pPr>
            <w:r w:rsidRPr="00C31D84">
              <w:rPr>
                <w:rFonts w:ascii="Corbel" w:hAnsi="Corbel"/>
                <w:i/>
                <w:sz w:val="24"/>
              </w:rPr>
              <w:t xml:space="preserve">Nowe media a media tradycyjne : prasa, reklama, </w:t>
            </w:r>
            <w:proofErr w:type="spellStart"/>
            <w:r w:rsidRPr="00C31D84">
              <w:rPr>
                <w:rFonts w:ascii="Corbel" w:hAnsi="Corbel"/>
                <w:i/>
                <w:sz w:val="24"/>
              </w:rPr>
              <w:t>internet</w:t>
            </w:r>
            <w:proofErr w:type="spellEnd"/>
            <w:r w:rsidRPr="00C31D84">
              <w:rPr>
                <w:rFonts w:ascii="Corbel" w:hAnsi="Corbel"/>
                <w:sz w:val="24"/>
              </w:rPr>
              <w:t>, red. M. Jeziński,  Adam Marszałek,  Toruń 2009.</w:t>
            </w:r>
          </w:p>
          <w:p w14:paraId="06E22CE7" w14:textId="77777777" w:rsidR="00807D65" w:rsidRPr="00C31D84" w:rsidRDefault="00807D65" w:rsidP="00807D65">
            <w:pPr>
              <w:spacing w:after="0"/>
              <w:ind w:left="709" w:hanging="709"/>
              <w:contextualSpacing/>
              <w:jc w:val="both"/>
              <w:rPr>
                <w:rFonts w:ascii="Corbel" w:hAnsi="Corbel"/>
                <w:i/>
                <w:sz w:val="24"/>
              </w:rPr>
            </w:pPr>
            <w:r w:rsidRPr="00C31D84">
              <w:rPr>
                <w:rFonts w:ascii="Corbel" w:hAnsi="Corbel"/>
                <w:i/>
                <w:sz w:val="24"/>
              </w:rPr>
              <w:t>Nowe media. Implikacje kulturowe, językowe i edukacyjne</w:t>
            </w:r>
            <w:r w:rsidRPr="00C31D84">
              <w:rPr>
                <w:rFonts w:ascii="Corbel" w:hAnsi="Corbel"/>
                <w:sz w:val="24"/>
              </w:rPr>
              <w:t>, red. M. Karwatowska, B. Jarosz, Wydawnictwo UMCS, Lublin 2015.</w:t>
            </w:r>
            <w:r w:rsidRPr="00C31D84">
              <w:rPr>
                <w:rFonts w:ascii="Corbel" w:hAnsi="Corbel"/>
                <w:i/>
                <w:sz w:val="24"/>
              </w:rPr>
              <w:t xml:space="preserve"> </w:t>
            </w:r>
          </w:p>
          <w:p w14:paraId="2DE15D34" w14:textId="77777777" w:rsidR="00807D65" w:rsidRPr="00C31D84" w:rsidRDefault="00807D65" w:rsidP="00807D65">
            <w:pPr>
              <w:spacing w:after="0"/>
              <w:ind w:left="709" w:hanging="709"/>
              <w:contextualSpacing/>
              <w:jc w:val="both"/>
              <w:rPr>
                <w:rFonts w:ascii="Corbel" w:hAnsi="Corbel"/>
                <w:sz w:val="24"/>
              </w:rPr>
            </w:pPr>
            <w:r w:rsidRPr="00C31D84">
              <w:rPr>
                <w:rFonts w:ascii="Corbel" w:hAnsi="Corbel"/>
                <w:i/>
                <w:sz w:val="24"/>
              </w:rPr>
              <w:t>Nowe media - możliwości i pułapki</w:t>
            </w:r>
            <w:r w:rsidRPr="00C31D84">
              <w:rPr>
                <w:rFonts w:ascii="Corbel" w:hAnsi="Corbel"/>
                <w:sz w:val="24"/>
              </w:rPr>
              <w:t xml:space="preserve">, red. A. Adamski, M. Laskowska, Wydawnictwo </w:t>
            </w:r>
            <w:proofErr w:type="spellStart"/>
            <w:r w:rsidRPr="00C31D84">
              <w:rPr>
                <w:rFonts w:ascii="Corbel" w:hAnsi="Corbel"/>
                <w:sz w:val="24"/>
              </w:rPr>
              <w:t>Scriptorium</w:t>
            </w:r>
            <w:proofErr w:type="spellEnd"/>
            <w:r w:rsidRPr="00C31D84">
              <w:rPr>
                <w:rFonts w:ascii="Corbel" w:hAnsi="Corbel"/>
                <w:sz w:val="24"/>
              </w:rPr>
              <w:t>, Poznań-Opole 2011.</w:t>
            </w:r>
          </w:p>
          <w:p w14:paraId="39C17214" w14:textId="77777777" w:rsidR="00807D65" w:rsidRPr="00C31D84" w:rsidRDefault="00807D65" w:rsidP="00807D65">
            <w:pPr>
              <w:spacing w:after="0"/>
              <w:ind w:left="709" w:hanging="709"/>
              <w:contextualSpacing/>
              <w:jc w:val="both"/>
              <w:rPr>
                <w:rFonts w:ascii="Corbel" w:hAnsi="Corbel"/>
                <w:sz w:val="24"/>
              </w:rPr>
            </w:pPr>
            <w:r w:rsidRPr="00C31D84">
              <w:rPr>
                <w:rFonts w:ascii="Corbel" w:hAnsi="Corbel"/>
                <w:i/>
                <w:sz w:val="24"/>
              </w:rPr>
              <w:t>Nowe media: wyzwania i ograniczenia</w:t>
            </w:r>
            <w:r w:rsidRPr="00C31D84">
              <w:rPr>
                <w:rFonts w:ascii="Corbel" w:hAnsi="Corbel"/>
                <w:sz w:val="24"/>
              </w:rPr>
              <w:t xml:space="preserve">, Oficyna Wydawnicza </w:t>
            </w:r>
            <w:proofErr w:type="spellStart"/>
            <w:r w:rsidRPr="00C31D84">
              <w:rPr>
                <w:rFonts w:ascii="Corbel" w:hAnsi="Corbel"/>
                <w:sz w:val="24"/>
              </w:rPr>
              <w:t>Aspra</w:t>
            </w:r>
            <w:proofErr w:type="spellEnd"/>
            <w:r w:rsidRPr="00C31D84">
              <w:rPr>
                <w:rFonts w:ascii="Corbel" w:hAnsi="Corbel"/>
                <w:sz w:val="24"/>
              </w:rPr>
              <w:t>-JR, Warszawa 2013.</w:t>
            </w:r>
          </w:p>
          <w:p w14:paraId="4D42291B" w14:textId="77777777" w:rsidR="00807D65" w:rsidRPr="00C31D84" w:rsidRDefault="00807D65" w:rsidP="00807D65">
            <w:pPr>
              <w:spacing w:after="0"/>
              <w:ind w:left="709" w:hanging="709"/>
              <w:contextualSpacing/>
              <w:jc w:val="both"/>
              <w:rPr>
                <w:rFonts w:ascii="Corbel" w:hAnsi="Corbel"/>
                <w:sz w:val="24"/>
              </w:rPr>
            </w:pPr>
            <w:r w:rsidRPr="00C31D84">
              <w:rPr>
                <w:rFonts w:ascii="Corbel" w:hAnsi="Corbel"/>
                <w:sz w:val="24"/>
              </w:rPr>
              <w:t xml:space="preserve">Olszański L., </w:t>
            </w:r>
            <w:r w:rsidRPr="00C31D84">
              <w:rPr>
                <w:rFonts w:ascii="Corbel" w:hAnsi="Corbel"/>
                <w:i/>
                <w:sz w:val="24"/>
              </w:rPr>
              <w:t>Media i dziennikarstwo internetowe</w:t>
            </w:r>
            <w:r w:rsidRPr="00C31D84">
              <w:rPr>
                <w:rFonts w:ascii="Corbel" w:hAnsi="Corbel"/>
                <w:sz w:val="24"/>
              </w:rPr>
              <w:t xml:space="preserve">, </w:t>
            </w:r>
            <w:proofErr w:type="spellStart"/>
            <w:r w:rsidRPr="00C31D84">
              <w:rPr>
                <w:rFonts w:ascii="Corbel" w:hAnsi="Corbel"/>
                <w:sz w:val="24"/>
              </w:rPr>
              <w:t>Poltext</w:t>
            </w:r>
            <w:proofErr w:type="spellEnd"/>
            <w:r w:rsidRPr="00C31D84">
              <w:rPr>
                <w:rFonts w:ascii="Corbel" w:hAnsi="Corbel"/>
                <w:sz w:val="24"/>
              </w:rPr>
              <w:t>, Warszawa 2012.</w:t>
            </w:r>
          </w:p>
          <w:p w14:paraId="37B5ECEB" w14:textId="045FD14E" w:rsidR="0085747A" w:rsidRPr="00297E45" w:rsidRDefault="00807D65" w:rsidP="00297E45">
            <w:pPr>
              <w:spacing w:after="0"/>
              <w:ind w:left="709" w:hanging="709"/>
              <w:contextualSpacing/>
              <w:jc w:val="both"/>
              <w:rPr>
                <w:rFonts w:ascii="Corbel" w:hAnsi="Corbel"/>
                <w:sz w:val="24"/>
              </w:rPr>
            </w:pPr>
            <w:r w:rsidRPr="00C31D84">
              <w:rPr>
                <w:rFonts w:ascii="Corbel" w:hAnsi="Corbel"/>
                <w:sz w:val="24"/>
              </w:rPr>
              <w:t xml:space="preserve">Tomaszewska H., </w:t>
            </w:r>
            <w:r w:rsidRPr="00C31D84">
              <w:rPr>
                <w:rFonts w:ascii="Corbel" w:hAnsi="Corbel"/>
                <w:i/>
                <w:sz w:val="24"/>
              </w:rPr>
              <w:t>Młodzież, rówieśnicy i nowe media: społeczne funkcje technologii komunikacyjnych w życiu nastolatków</w:t>
            </w:r>
            <w:r w:rsidRPr="00C31D84">
              <w:rPr>
                <w:rFonts w:ascii="Corbel" w:hAnsi="Corbel"/>
                <w:sz w:val="24"/>
              </w:rPr>
              <w:t>, Wydawnictwo Akademickie Żak, Warszawa 2012.</w:t>
            </w:r>
          </w:p>
        </w:tc>
      </w:tr>
    </w:tbl>
    <w:p w14:paraId="3E460C3F" w14:textId="77777777" w:rsidR="0085747A" w:rsidRPr="00C31D8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050B0B2" w14:textId="77777777" w:rsidR="0085747A" w:rsidRPr="00C31D8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2974E0A" w14:textId="77777777" w:rsidR="0085747A" w:rsidRPr="00C31D84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C31D84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C31D84" w:rsidSect="00E022C6">
      <w:pgSz w:w="11906" w:h="16838"/>
      <w:pgMar w:top="1134" w:right="1134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C3E2BD" w14:textId="77777777" w:rsidR="00567740" w:rsidRDefault="00567740" w:rsidP="00C16ABF">
      <w:pPr>
        <w:spacing w:after="0" w:line="240" w:lineRule="auto"/>
      </w:pPr>
      <w:r>
        <w:separator/>
      </w:r>
    </w:p>
  </w:endnote>
  <w:endnote w:type="continuationSeparator" w:id="0">
    <w:p w14:paraId="74D9957C" w14:textId="77777777" w:rsidR="00567740" w:rsidRDefault="0056774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943A8B" w14:textId="77777777" w:rsidR="00567740" w:rsidRDefault="00567740" w:rsidP="00C16ABF">
      <w:pPr>
        <w:spacing w:after="0" w:line="240" w:lineRule="auto"/>
      </w:pPr>
      <w:r>
        <w:separator/>
      </w:r>
    </w:p>
  </w:footnote>
  <w:footnote w:type="continuationSeparator" w:id="0">
    <w:p w14:paraId="3CC7FBA4" w14:textId="77777777" w:rsidR="00567740" w:rsidRDefault="00567740" w:rsidP="00C16ABF">
      <w:pPr>
        <w:spacing w:after="0" w:line="240" w:lineRule="auto"/>
      </w:pPr>
      <w:r>
        <w:continuationSeparator/>
      </w:r>
    </w:p>
  </w:footnote>
  <w:footnote w:id="1">
    <w:p w14:paraId="658A794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7C15"/>
    <w:rsid w:val="00042A51"/>
    <w:rsid w:val="00042D2E"/>
    <w:rsid w:val="00044C82"/>
    <w:rsid w:val="00046FCA"/>
    <w:rsid w:val="00050506"/>
    <w:rsid w:val="00057D3D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0F7882"/>
    <w:rsid w:val="00115307"/>
    <w:rsid w:val="00120BE3"/>
    <w:rsid w:val="00124BFF"/>
    <w:rsid w:val="0012560E"/>
    <w:rsid w:val="00127108"/>
    <w:rsid w:val="00134B13"/>
    <w:rsid w:val="00146BC0"/>
    <w:rsid w:val="00153C41"/>
    <w:rsid w:val="00154381"/>
    <w:rsid w:val="001603EB"/>
    <w:rsid w:val="001640A7"/>
    <w:rsid w:val="00164FA7"/>
    <w:rsid w:val="00166A03"/>
    <w:rsid w:val="001718A7"/>
    <w:rsid w:val="001737CF"/>
    <w:rsid w:val="00176083"/>
    <w:rsid w:val="001812DF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97E45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7672"/>
    <w:rsid w:val="00361E59"/>
    <w:rsid w:val="00363F78"/>
    <w:rsid w:val="00364824"/>
    <w:rsid w:val="003954BD"/>
    <w:rsid w:val="003A0A5B"/>
    <w:rsid w:val="003A1176"/>
    <w:rsid w:val="003B065E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4B34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67740"/>
    <w:rsid w:val="005731EA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68A4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7D6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B079A"/>
    <w:rsid w:val="008B502E"/>
    <w:rsid w:val="008C0CC0"/>
    <w:rsid w:val="008C19A9"/>
    <w:rsid w:val="008C379D"/>
    <w:rsid w:val="008C5147"/>
    <w:rsid w:val="008C5359"/>
    <w:rsid w:val="008C5363"/>
    <w:rsid w:val="008D3DFB"/>
    <w:rsid w:val="008E5B08"/>
    <w:rsid w:val="008E64F4"/>
    <w:rsid w:val="008F12C9"/>
    <w:rsid w:val="008F6E29"/>
    <w:rsid w:val="00916188"/>
    <w:rsid w:val="00923D7D"/>
    <w:rsid w:val="0092684A"/>
    <w:rsid w:val="009508DF"/>
    <w:rsid w:val="00950DAC"/>
    <w:rsid w:val="00954A07"/>
    <w:rsid w:val="00966AD6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2B55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4FE6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E4D09"/>
    <w:rsid w:val="00BF2C41"/>
    <w:rsid w:val="00BF3FFA"/>
    <w:rsid w:val="00C016A4"/>
    <w:rsid w:val="00C058B4"/>
    <w:rsid w:val="00C05F44"/>
    <w:rsid w:val="00C131B5"/>
    <w:rsid w:val="00C16ABF"/>
    <w:rsid w:val="00C170AE"/>
    <w:rsid w:val="00C26CB7"/>
    <w:rsid w:val="00C31D84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1BF6"/>
    <w:rsid w:val="00CD28A7"/>
    <w:rsid w:val="00CD6897"/>
    <w:rsid w:val="00CE5BAC"/>
    <w:rsid w:val="00CF25BE"/>
    <w:rsid w:val="00CF78ED"/>
    <w:rsid w:val="00D02B25"/>
    <w:rsid w:val="00D02EBA"/>
    <w:rsid w:val="00D10B50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022C6"/>
    <w:rsid w:val="00E129B8"/>
    <w:rsid w:val="00E21E7D"/>
    <w:rsid w:val="00E22FBC"/>
    <w:rsid w:val="00E24BF5"/>
    <w:rsid w:val="00E25338"/>
    <w:rsid w:val="00E466DB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B17C6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64CEE0"/>
  <w15:docId w15:val="{52FC715D-914A-44A1-A7C0-E5C7261EB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31D8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31D8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31D84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31D8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31D84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EC29B9-BD20-4922-AAD1-6F0A974509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4</Pages>
  <Words>950</Words>
  <Characters>5704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</cp:revision>
  <cp:lastPrinted>2019-02-06T12:12:00Z</cp:lastPrinted>
  <dcterms:created xsi:type="dcterms:W3CDTF">2021-02-15T12:46:00Z</dcterms:created>
  <dcterms:modified xsi:type="dcterms:W3CDTF">2021-03-05T10:47:00Z</dcterms:modified>
</cp:coreProperties>
</file>